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18AD1" w14:textId="77777777" w:rsidR="006E5D65" w:rsidRPr="00AA35E8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AA35E8">
        <w:rPr>
          <w:rFonts w:ascii="Times New Roman" w:hAnsi="Times New Roman"/>
          <w:b/>
          <w:bCs/>
        </w:rPr>
        <w:t xml:space="preserve">   </w:t>
      </w:r>
      <w:r w:rsidR="00CD6897" w:rsidRPr="00AA35E8">
        <w:rPr>
          <w:rFonts w:ascii="Times New Roman" w:hAnsi="Times New Roman"/>
          <w:b/>
          <w:bCs/>
        </w:rPr>
        <w:tab/>
      </w:r>
      <w:r w:rsidR="00CD6897" w:rsidRPr="00AA35E8">
        <w:rPr>
          <w:rFonts w:ascii="Times New Roman" w:hAnsi="Times New Roman"/>
          <w:b/>
          <w:bCs/>
        </w:rPr>
        <w:tab/>
      </w:r>
      <w:r w:rsidR="00CD6897" w:rsidRPr="00AA35E8">
        <w:rPr>
          <w:rFonts w:ascii="Times New Roman" w:hAnsi="Times New Roman"/>
          <w:b/>
          <w:bCs/>
        </w:rPr>
        <w:tab/>
      </w:r>
      <w:r w:rsidR="00CD6897" w:rsidRPr="00AA35E8">
        <w:rPr>
          <w:rFonts w:ascii="Times New Roman" w:hAnsi="Times New Roman"/>
          <w:b/>
          <w:bCs/>
        </w:rPr>
        <w:tab/>
      </w:r>
      <w:r w:rsidR="00CD6897" w:rsidRPr="00AA35E8">
        <w:rPr>
          <w:rFonts w:ascii="Times New Roman" w:hAnsi="Times New Roman"/>
          <w:b/>
          <w:bCs/>
        </w:rPr>
        <w:tab/>
      </w:r>
      <w:r w:rsidR="00CD6897" w:rsidRPr="00AA35E8">
        <w:rPr>
          <w:rFonts w:ascii="Times New Roman" w:hAnsi="Times New Roman"/>
          <w:b/>
          <w:bCs/>
        </w:rPr>
        <w:tab/>
      </w:r>
      <w:r w:rsidR="00D8678B" w:rsidRPr="00AA35E8">
        <w:rPr>
          <w:rFonts w:ascii="Times New Roman" w:hAnsi="Times New Roman"/>
          <w:bCs/>
          <w:i/>
        </w:rPr>
        <w:t xml:space="preserve">Załącznik nr </w:t>
      </w:r>
      <w:r w:rsidR="006F31E2" w:rsidRPr="00AA35E8">
        <w:rPr>
          <w:rFonts w:ascii="Times New Roman" w:hAnsi="Times New Roman"/>
          <w:bCs/>
          <w:i/>
        </w:rPr>
        <w:t>1.5</w:t>
      </w:r>
      <w:r w:rsidR="00D8678B" w:rsidRPr="00AA35E8">
        <w:rPr>
          <w:rFonts w:ascii="Times New Roman" w:hAnsi="Times New Roman"/>
          <w:bCs/>
          <w:i/>
        </w:rPr>
        <w:t xml:space="preserve"> do Zarządzenia</w:t>
      </w:r>
      <w:r w:rsidR="002A22BF" w:rsidRPr="00AA35E8">
        <w:rPr>
          <w:rFonts w:ascii="Times New Roman" w:hAnsi="Times New Roman"/>
          <w:bCs/>
          <w:i/>
        </w:rPr>
        <w:t xml:space="preserve"> Rektora UR </w:t>
      </w:r>
      <w:r w:rsidR="00CD6897" w:rsidRPr="00AA35E8">
        <w:rPr>
          <w:rFonts w:ascii="Times New Roman" w:hAnsi="Times New Roman"/>
          <w:bCs/>
          <w:i/>
        </w:rPr>
        <w:t xml:space="preserve"> nr </w:t>
      </w:r>
      <w:r w:rsidR="00F17567" w:rsidRPr="00AA35E8">
        <w:rPr>
          <w:rFonts w:ascii="Times New Roman" w:hAnsi="Times New Roman"/>
          <w:bCs/>
          <w:i/>
        </w:rPr>
        <w:t>12/2019</w:t>
      </w:r>
    </w:p>
    <w:p w14:paraId="47176DE9" w14:textId="77777777" w:rsidR="0085747A" w:rsidRPr="00AA35E8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A35E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8E05264" w14:textId="77777777" w:rsidR="0085747A" w:rsidRPr="00AA35E8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AA35E8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AA35E8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DA4EBE" w:rsidRPr="00AA35E8">
        <w:rPr>
          <w:rFonts w:ascii="Times New Roman" w:hAnsi="Times New Roman"/>
          <w:i/>
          <w:smallCaps/>
          <w:sz w:val="24"/>
          <w:szCs w:val="24"/>
        </w:rPr>
        <w:t>2019-2022</w:t>
      </w:r>
    </w:p>
    <w:p w14:paraId="00C5C2DD" w14:textId="4B402C8D" w:rsidR="0085747A" w:rsidRPr="00AA35E8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AA35E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="0085747A" w:rsidRPr="00AA35E8">
        <w:rPr>
          <w:rFonts w:ascii="Times New Roman" w:hAnsi="Times New Roman"/>
          <w:i/>
          <w:sz w:val="20"/>
          <w:szCs w:val="20"/>
        </w:rPr>
        <w:t>(skrajne daty</w:t>
      </w:r>
      <w:r w:rsidR="0085747A" w:rsidRPr="00AA35E8">
        <w:rPr>
          <w:rFonts w:ascii="Times New Roman" w:hAnsi="Times New Roman"/>
          <w:sz w:val="20"/>
          <w:szCs w:val="20"/>
        </w:rPr>
        <w:t>)</w:t>
      </w:r>
    </w:p>
    <w:p w14:paraId="784EDB63" w14:textId="77777777" w:rsidR="00AA35E8" w:rsidRDefault="00AA35E8" w:rsidP="00AA35E8">
      <w:pPr>
        <w:spacing w:after="0" w:line="240" w:lineRule="exact"/>
        <w:jc w:val="center"/>
        <w:rPr>
          <w:rFonts w:ascii="Times New Roman" w:hAnsi="Times New Roman"/>
          <w:szCs w:val="20"/>
        </w:rPr>
      </w:pPr>
    </w:p>
    <w:p w14:paraId="3DD1476A" w14:textId="0E9EAC90" w:rsidR="00445970" w:rsidRPr="00AA35E8" w:rsidRDefault="00445970" w:rsidP="00AA35E8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  <w:r w:rsidRPr="00AA35E8">
        <w:rPr>
          <w:rFonts w:ascii="Times New Roman" w:hAnsi="Times New Roman"/>
          <w:szCs w:val="20"/>
        </w:rPr>
        <w:t xml:space="preserve">Rok akademicki </w:t>
      </w:r>
      <w:r w:rsidR="00DA4EBE" w:rsidRPr="00AA35E8">
        <w:rPr>
          <w:rFonts w:ascii="Times New Roman" w:hAnsi="Times New Roman"/>
          <w:szCs w:val="20"/>
        </w:rPr>
        <w:t>20</w:t>
      </w:r>
      <w:r w:rsidR="00EF5493" w:rsidRPr="00AA35E8">
        <w:rPr>
          <w:rFonts w:ascii="Times New Roman" w:hAnsi="Times New Roman"/>
          <w:szCs w:val="20"/>
        </w:rPr>
        <w:t>20</w:t>
      </w:r>
      <w:r w:rsidR="00DA4EBE" w:rsidRPr="00AA35E8">
        <w:rPr>
          <w:rFonts w:ascii="Times New Roman" w:hAnsi="Times New Roman"/>
          <w:szCs w:val="20"/>
        </w:rPr>
        <w:t>/202</w:t>
      </w:r>
      <w:r w:rsidR="00EF5493" w:rsidRPr="00AA35E8">
        <w:rPr>
          <w:rFonts w:ascii="Times New Roman" w:hAnsi="Times New Roman"/>
          <w:szCs w:val="20"/>
        </w:rPr>
        <w:t>1</w:t>
      </w:r>
    </w:p>
    <w:p w14:paraId="20AD9104" w14:textId="77777777" w:rsidR="0085747A" w:rsidRPr="00AA35E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A10DC9" w14:textId="1C322B71" w:rsidR="0085747A" w:rsidRDefault="0085747A" w:rsidP="00AA35E8">
      <w:pPr>
        <w:pStyle w:val="Punktygwne"/>
        <w:numPr>
          <w:ilvl w:val="0"/>
          <w:numId w:val="2"/>
        </w:numPr>
        <w:spacing w:before="0" w:after="0"/>
        <w:rPr>
          <w:szCs w:val="24"/>
        </w:rPr>
      </w:pPr>
      <w:r w:rsidRPr="00AA35E8">
        <w:rPr>
          <w:szCs w:val="24"/>
        </w:rPr>
        <w:t xml:space="preserve">Podstawowe </w:t>
      </w:r>
      <w:r w:rsidR="00445970" w:rsidRPr="00AA35E8">
        <w:rPr>
          <w:szCs w:val="24"/>
        </w:rPr>
        <w:t>informacje o przedmiocie</w:t>
      </w:r>
    </w:p>
    <w:p w14:paraId="25111A7E" w14:textId="77777777" w:rsidR="00AA35E8" w:rsidRPr="00AA35E8" w:rsidRDefault="00AA35E8" w:rsidP="00AA35E8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35E8" w14:paraId="5EBD12FB" w14:textId="77777777" w:rsidTr="00B819C8">
        <w:tc>
          <w:tcPr>
            <w:tcW w:w="2694" w:type="dxa"/>
            <w:vAlign w:val="center"/>
          </w:tcPr>
          <w:p w14:paraId="669AAEDC" w14:textId="77777777" w:rsidR="0085747A" w:rsidRPr="00AA35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31BC4" w14:textId="77777777" w:rsidR="0085747A" w:rsidRPr="00AA35E8" w:rsidRDefault="00EB6F61" w:rsidP="009C54AE">
            <w:pPr>
              <w:pStyle w:val="Odpowiedzi"/>
              <w:spacing w:before="100" w:beforeAutospacing="1" w:after="100" w:afterAutospacing="1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Psychologia kliniczna</w:t>
            </w:r>
          </w:p>
        </w:tc>
      </w:tr>
      <w:tr w:rsidR="0085747A" w:rsidRPr="00AA35E8" w14:paraId="64BDB96B" w14:textId="77777777" w:rsidTr="00B819C8">
        <w:tc>
          <w:tcPr>
            <w:tcW w:w="2694" w:type="dxa"/>
            <w:vAlign w:val="center"/>
          </w:tcPr>
          <w:p w14:paraId="168E0CCA" w14:textId="77777777" w:rsidR="0085747A" w:rsidRPr="00AA35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Kod przedmiotu</w:t>
            </w:r>
            <w:r w:rsidR="0085747A" w:rsidRPr="00AA35E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8D608C" w14:textId="04436552" w:rsidR="0085747A" w:rsidRPr="00AA35E8" w:rsidRDefault="00AA35E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85747A" w:rsidRPr="00AA35E8" w14:paraId="265E57DF" w14:textId="77777777" w:rsidTr="00B819C8">
        <w:tc>
          <w:tcPr>
            <w:tcW w:w="2694" w:type="dxa"/>
            <w:vAlign w:val="center"/>
          </w:tcPr>
          <w:p w14:paraId="5D7F208D" w14:textId="77777777" w:rsidR="0085747A" w:rsidRPr="00AA35E8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nazwa</w:t>
            </w:r>
            <w:r w:rsidR="00C05F44" w:rsidRPr="00AA35E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10A387" w14:textId="7A08F04A" w:rsidR="0085747A" w:rsidRPr="00AA35E8" w:rsidRDefault="0079375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AA35E8" w14:paraId="628BD159" w14:textId="77777777" w:rsidTr="00B819C8">
        <w:tc>
          <w:tcPr>
            <w:tcW w:w="2694" w:type="dxa"/>
            <w:vAlign w:val="center"/>
          </w:tcPr>
          <w:p w14:paraId="0C5DDA29" w14:textId="77777777" w:rsidR="0085747A" w:rsidRPr="00AA35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8709B3" w14:textId="5FE027A4" w:rsidR="0085747A" w:rsidRPr="00AA35E8" w:rsidRDefault="00E56BF3" w:rsidP="00E56BF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AA35E8" w14:paraId="42786CF0" w14:textId="77777777" w:rsidTr="00B819C8">
        <w:tc>
          <w:tcPr>
            <w:tcW w:w="2694" w:type="dxa"/>
            <w:vAlign w:val="center"/>
          </w:tcPr>
          <w:p w14:paraId="28EB1B73" w14:textId="77777777" w:rsidR="0085747A" w:rsidRPr="00AA35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88D5A1" w14:textId="77777777" w:rsidR="0085747A" w:rsidRPr="00AA35E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Nauki o rodzinie</w:t>
            </w:r>
          </w:p>
        </w:tc>
      </w:tr>
      <w:tr w:rsidR="0085747A" w:rsidRPr="00AA35E8" w14:paraId="672A43E4" w14:textId="77777777" w:rsidTr="00B819C8">
        <w:tc>
          <w:tcPr>
            <w:tcW w:w="2694" w:type="dxa"/>
            <w:vAlign w:val="center"/>
          </w:tcPr>
          <w:p w14:paraId="20F7F8CC" w14:textId="77777777" w:rsidR="0085747A" w:rsidRPr="00AA35E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107A22" w14:textId="77777777" w:rsidR="0085747A" w:rsidRPr="00AA35E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I</w:t>
            </w:r>
          </w:p>
        </w:tc>
      </w:tr>
      <w:tr w:rsidR="0085747A" w:rsidRPr="00AA35E8" w14:paraId="527897BF" w14:textId="77777777" w:rsidTr="00B819C8">
        <w:tc>
          <w:tcPr>
            <w:tcW w:w="2694" w:type="dxa"/>
            <w:vAlign w:val="center"/>
          </w:tcPr>
          <w:p w14:paraId="5B7B5DFD" w14:textId="77777777" w:rsidR="0085747A" w:rsidRPr="00AA35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D19CC9" w14:textId="77777777" w:rsidR="0085747A" w:rsidRPr="00AA35E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praktyczny</w:t>
            </w:r>
          </w:p>
        </w:tc>
      </w:tr>
      <w:tr w:rsidR="0085747A" w:rsidRPr="00AA35E8" w14:paraId="237D8091" w14:textId="77777777" w:rsidTr="00B819C8">
        <w:tc>
          <w:tcPr>
            <w:tcW w:w="2694" w:type="dxa"/>
            <w:vAlign w:val="center"/>
          </w:tcPr>
          <w:p w14:paraId="77625439" w14:textId="77777777" w:rsidR="0085747A" w:rsidRPr="00AA35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4606BF" w14:textId="77777777" w:rsidR="0085747A" w:rsidRPr="00AA35E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stacjonarne</w:t>
            </w:r>
          </w:p>
        </w:tc>
      </w:tr>
      <w:tr w:rsidR="0085747A" w:rsidRPr="00AA35E8" w14:paraId="1943271C" w14:textId="77777777" w:rsidTr="00B819C8">
        <w:tc>
          <w:tcPr>
            <w:tcW w:w="2694" w:type="dxa"/>
            <w:vAlign w:val="center"/>
          </w:tcPr>
          <w:p w14:paraId="20B9F07A" w14:textId="77777777" w:rsidR="0085747A" w:rsidRPr="00AA35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Rok i semestr</w:t>
            </w:r>
            <w:r w:rsidR="0030395F" w:rsidRPr="00AA35E8">
              <w:rPr>
                <w:sz w:val="24"/>
                <w:szCs w:val="24"/>
              </w:rPr>
              <w:t>/y</w:t>
            </w:r>
            <w:r w:rsidRPr="00AA35E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4B3BD5" w14:textId="77777777" w:rsidR="0085747A" w:rsidRPr="00AA35E8" w:rsidRDefault="00884B8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Rok 2, semestr 4</w:t>
            </w:r>
          </w:p>
        </w:tc>
      </w:tr>
      <w:tr w:rsidR="0085747A" w:rsidRPr="00AA35E8" w14:paraId="3E462D36" w14:textId="77777777" w:rsidTr="00B819C8">
        <w:tc>
          <w:tcPr>
            <w:tcW w:w="2694" w:type="dxa"/>
            <w:vAlign w:val="center"/>
          </w:tcPr>
          <w:p w14:paraId="404010A6" w14:textId="77777777" w:rsidR="0085747A" w:rsidRPr="00AA35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CB81F9" w14:textId="77777777" w:rsidR="0085747A" w:rsidRPr="00AA35E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Przedmioty</w:t>
            </w:r>
            <w:r w:rsidR="00CA773C" w:rsidRPr="00AA35E8">
              <w:rPr>
                <w:b w:val="0"/>
                <w:sz w:val="24"/>
                <w:szCs w:val="24"/>
              </w:rPr>
              <w:t xml:space="preserve"> kierunkowe</w:t>
            </w:r>
          </w:p>
        </w:tc>
      </w:tr>
      <w:tr w:rsidR="00923D7D" w:rsidRPr="00AA35E8" w14:paraId="49FFB093" w14:textId="77777777" w:rsidTr="00B819C8">
        <w:tc>
          <w:tcPr>
            <w:tcW w:w="2694" w:type="dxa"/>
            <w:vAlign w:val="center"/>
          </w:tcPr>
          <w:p w14:paraId="25413EEB" w14:textId="77777777" w:rsidR="00923D7D" w:rsidRPr="00AA35E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179017" w14:textId="77777777" w:rsidR="00923D7D" w:rsidRPr="00AA35E8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AA35E8" w14:paraId="107D8FCF" w14:textId="77777777" w:rsidTr="00B819C8">
        <w:tc>
          <w:tcPr>
            <w:tcW w:w="2694" w:type="dxa"/>
            <w:vAlign w:val="center"/>
          </w:tcPr>
          <w:p w14:paraId="7125D8A8" w14:textId="77777777" w:rsidR="0085747A" w:rsidRPr="00AA35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F59C64" w14:textId="77777777" w:rsidR="0085747A" w:rsidRPr="00AA35E8" w:rsidRDefault="0061185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Dr Jacek Pasternak</w:t>
            </w:r>
          </w:p>
        </w:tc>
      </w:tr>
      <w:tr w:rsidR="0085747A" w:rsidRPr="00AA35E8" w14:paraId="5C046358" w14:textId="77777777" w:rsidTr="00B819C8">
        <w:tc>
          <w:tcPr>
            <w:tcW w:w="2694" w:type="dxa"/>
            <w:vAlign w:val="center"/>
          </w:tcPr>
          <w:p w14:paraId="3C02A5C2" w14:textId="77777777" w:rsidR="0085747A" w:rsidRPr="00AA35E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9DC7BC" w14:textId="425B6986" w:rsidR="0085747A" w:rsidRPr="00AA35E8" w:rsidRDefault="00AA35E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Zgodnie z przydziałem czynności w danym roku akademickim </w:t>
            </w:r>
          </w:p>
        </w:tc>
      </w:tr>
    </w:tbl>
    <w:p w14:paraId="2F63FDF6" w14:textId="77777777" w:rsidR="0085747A" w:rsidRPr="00AA35E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AA35E8">
        <w:rPr>
          <w:sz w:val="24"/>
          <w:szCs w:val="24"/>
        </w:rPr>
        <w:t xml:space="preserve">* </w:t>
      </w:r>
      <w:r w:rsidRPr="00AA35E8">
        <w:rPr>
          <w:i/>
          <w:sz w:val="24"/>
          <w:szCs w:val="24"/>
        </w:rPr>
        <w:t>-</w:t>
      </w:r>
      <w:r w:rsidR="00B90885" w:rsidRPr="00AA35E8">
        <w:rPr>
          <w:b w:val="0"/>
          <w:i/>
          <w:sz w:val="24"/>
          <w:szCs w:val="24"/>
        </w:rPr>
        <w:t>opcjonalni</w:t>
      </w:r>
      <w:r w:rsidR="00B90885" w:rsidRPr="00AA35E8">
        <w:rPr>
          <w:b w:val="0"/>
          <w:sz w:val="24"/>
          <w:szCs w:val="24"/>
        </w:rPr>
        <w:t>e,</w:t>
      </w:r>
      <w:r w:rsidRPr="00AA35E8">
        <w:rPr>
          <w:i/>
          <w:sz w:val="24"/>
          <w:szCs w:val="24"/>
        </w:rPr>
        <w:t xml:space="preserve"> </w:t>
      </w:r>
      <w:r w:rsidRPr="00AA35E8">
        <w:rPr>
          <w:b w:val="0"/>
          <w:i/>
          <w:sz w:val="24"/>
          <w:szCs w:val="24"/>
        </w:rPr>
        <w:t xml:space="preserve">zgodnie z ustaleniami </w:t>
      </w:r>
      <w:r w:rsidR="00B90885" w:rsidRPr="00AA35E8">
        <w:rPr>
          <w:b w:val="0"/>
          <w:i/>
          <w:sz w:val="24"/>
          <w:szCs w:val="24"/>
        </w:rPr>
        <w:t>w Jednostce</w:t>
      </w:r>
    </w:p>
    <w:p w14:paraId="2A129BC9" w14:textId="77777777" w:rsidR="00923D7D" w:rsidRPr="00AA35E8" w:rsidRDefault="00923D7D" w:rsidP="009C54AE">
      <w:pPr>
        <w:pStyle w:val="Podpunkty"/>
        <w:ind w:left="0"/>
        <w:rPr>
          <w:sz w:val="24"/>
          <w:szCs w:val="24"/>
        </w:rPr>
      </w:pPr>
    </w:p>
    <w:p w14:paraId="26EF4A8F" w14:textId="77777777" w:rsidR="0085747A" w:rsidRPr="00AA35E8" w:rsidRDefault="0085747A" w:rsidP="009C54AE">
      <w:pPr>
        <w:pStyle w:val="Podpunkty"/>
        <w:ind w:left="284"/>
        <w:rPr>
          <w:sz w:val="24"/>
          <w:szCs w:val="24"/>
        </w:rPr>
      </w:pPr>
      <w:r w:rsidRPr="00AA35E8">
        <w:rPr>
          <w:sz w:val="24"/>
          <w:szCs w:val="24"/>
        </w:rPr>
        <w:t>1.</w:t>
      </w:r>
      <w:r w:rsidR="00E22FBC" w:rsidRPr="00AA35E8">
        <w:rPr>
          <w:sz w:val="24"/>
          <w:szCs w:val="24"/>
        </w:rPr>
        <w:t>1</w:t>
      </w:r>
      <w:r w:rsidRPr="00AA35E8">
        <w:rPr>
          <w:sz w:val="24"/>
          <w:szCs w:val="24"/>
        </w:rPr>
        <w:t xml:space="preserve">.Formy zajęć dydaktycznych, wymiar godzin i punktów ECTS </w:t>
      </w:r>
    </w:p>
    <w:p w14:paraId="450C0FF0" w14:textId="77777777" w:rsidR="00923D7D" w:rsidRPr="00AA35E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AA35E8" w14:paraId="3853EF09" w14:textId="77777777" w:rsidTr="00AA35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48AB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A35E8">
              <w:rPr>
                <w:szCs w:val="24"/>
              </w:rPr>
              <w:t>Semestr</w:t>
            </w:r>
          </w:p>
          <w:p w14:paraId="0A0CCA33" w14:textId="77777777" w:rsidR="00015B8F" w:rsidRPr="00AA35E8" w:rsidRDefault="002B5EA0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A35E8">
              <w:rPr>
                <w:szCs w:val="24"/>
              </w:rPr>
              <w:t>(</w:t>
            </w:r>
            <w:r w:rsidR="00363F78" w:rsidRPr="00AA35E8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C698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AA35E8">
              <w:rPr>
                <w:szCs w:val="24"/>
              </w:rPr>
              <w:t>Wykł</w:t>
            </w:r>
            <w:proofErr w:type="spellEnd"/>
            <w:r w:rsidRPr="00AA35E8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7450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A35E8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D24A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AA35E8">
              <w:rPr>
                <w:szCs w:val="24"/>
              </w:rPr>
              <w:t>Konw</w:t>
            </w:r>
            <w:proofErr w:type="spellEnd"/>
            <w:r w:rsidRPr="00AA35E8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47B0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A35E8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E681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AA35E8">
              <w:rPr>
                <w:szCs w:val="24"/>
              </w:rPr>
              <w:t>Sem</w:t>
            </w:r>
            <w:proofErr w:type="spellEnd"/>
            <w:r w:rsidRPr="00AA35E8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BCC36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A35E8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1C4A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proofErr w:type="spellStart"/>
            <w:r w:rsidRPr="00AA35E8">
              <w:rPr>
                <w:szCs w:val="24"/>
              </w:rPr>
              <w:t>Prakt</w:t>
            </w:r>
            <w:proofErr w:type="spellEnd"/>
            <w:r w:rsidRPr="00AA35E8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3992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szCs w:val="24"/>
              </w:rPr>
            </w:pPr>
            <w:r w:rsidRPr="00AA35E8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6518" w14:textId="77777777" w:rsidR="00015B8F" w:rsidRPr="00AA35E8" w:rsidRDefault="00015B8F" w:rsidP="00AA35E8">
            <w:pPr>
              <w:pStyle w:val="Nagwkitablic"/>
              <w:spacing w:after="0" w:line="240" w:lineRule="auto"/>
              <w:jc w:val="center"/>
              <w:rPr>
                <w:b/>
                <w:szCs w:val="24"/>
              </w:rPr>
            </w:pPr>
            <w:r w:rsidRPr="00AA35E8">
              <w:rPr>
                <w:b/>
                <w:szCs w:val="24"/>
              </w:rPr>
              <w:t>Liczba pkt</w:t>
            </w:r>
            <w:r w:rsidR="00B90885" w:rsidRPr="00AA35E8">
              <w:rPr>
                <w:b/>
                <w:szCs w:val="24"/>
              </w:rPr>
              <w:t>.</w:t>
            </w:r>
            <w:r w:rsidRPr="00AA35E8">
              <w:rPr>
                <w:b/>
                <w:szCs w:val="24"/>
              </w:rPr>
              <w:t xml:space="preserve"> ECTS</w:t>
            </w:r>
          </w:p>
        </w:tc>
      </w:tr>
      <w:tr w:rsidR="00015B8F" w:rsidRPr="00AA35E8" w14:paraId="0FFCC5F0" w14:textId="77777777" w:rsidTr="00AA35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F149" w14:textId="77777777" w:rsidR="00015B8F" w:rsidRPr="00AA35E8" w:rsidRDefault="00884B8A" w:rsidP="00AA35E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2CCE" w14:textId="77777777" w:rsidR="00015B8F" w:rsidRPr="00AA35E8" w:rsidRDefault="00884B8A" w:rsidP="00AA35E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7F8D" w14:textId="77777777" w:rsidR="00015B8F" w:rsidRPr="00AA35E8" w:rsidRDefault="00884B8A" w:rsidP="00AA35E8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1E36" w14:textId="77777777" w:rsidR="00015B8F" w:rsidRPr="00AA35E8" w:rsidRDefault="00015B8F" w:rsidP="00AA35E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DD39" w14:textId="77777777" w:rsidR="00015B8F" w:rsidRPr="00AA35E8" w:rsidRDefault="00015B8F" w:rsidP="00AA35E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CB37" w14:textId="77777777" w:rsidR="00015B8F" w:rsidRPr="00AA35E8" w:rsidRDefault="00015B8F" w:rsidP="00AA35E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F264" w14:textId="77777777" w:rsidR="00015B8F" w:rsidRPr="00AA35E8" w:rsidRDefault="00015B8F" w:rsidP="00AA35E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D85E" w14:textId="77777777" w:rsidR="00015B8F" w:rsidRPr="00AA35E8" w:rsidRDefault="00015B8F" w:rsidP="00AA35E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7985" w14:textId="77777777" w:rsidR="00015B8F" w:rsidRPr="00AA35E8" w:rsidRDefault="00015B8F" w:rsidP="00AA35E8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C853" w14:textId="77777777" w:rsidR="00015B8F" w:rsidRPr="00AA35E8" w:rsidRDefault="00884B8A" w:rsidP="00AA35E8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AA35E8">
              <w:rPr>
                <w:b/>
                <w:sz w:val="24"/>
                <w:szCs w:val="24"/>
              </w:rPr>
              <w:t>3</w:t>
            </w:r>
          </w:p>
        </w:tc>
      </w:tr>
    </w:tbl>
    <w:p w14:paraId="7306218A" w14:textId="77777777" w:rsidR="00923D7D" w:rsidRPr="00AA35E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4D4197DA" w14:textId="77777777" w:rsidR="00923D7D" w:rsidRPr="00AA35E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86B759D" w14:textId="77777777" w:rsidR="0085747A" w:rsidRPr="00AA35E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AA35E8">
        <w:rPr>
          <w:smallCaps w:val="0"/>
          <w:szCs w:val="24"/>
        </w:rPr>
        <w:t>1.</w:t>
      </w:r>
      <w:r w:rsidR="00E22FBC" w:rsidRPr="00AA35E8">
        <w:rPr>
          <w:smallCaps w:val="0"/>
          <w:szCs w:val="24"/>
        </w:rPr>
        <w:t>2</w:t>
      </w:r>
      <w:r w:rsidR="00F83B28" w:rsidRPr="00AA35E8">
        <w:rPr>
          <w:smallCaps w:val="0"/>
          <w:szCs w:val="24"/>
        </w:rPr>
        <w:t>.</w:t>
      </w:r>
      <w:r w:rsidR="00F83B28" w:rsidRPr="00AA35E8">
        <w:rPr>
          <w:smallCaps w:val="0"/>
          <w:szCs w:val="24"/>
        </w:rPr>
        <w:tab/>
      </w:r>
      <w:r w:rsidRPr="00AA35E8">
        <w:rPr>
          <w:smallCaps w:val="0"/>
          <w:szCs w:val="24"/>
        </w:rPr>
        <w:t xml:space="preserve">Sposób realizacji zajęć  </w:t>
      </w:r>
    </w:p>
    <w:p w14:paraId="4D9593CE" w14:textId="77777777" w:rsidR="00AA35E8" w:rsidRDefault="00AA35E8" w:rsidP="00F83B28">
      <w:pPr>
        <w:pStyle w:val="Punktygwne"/>
        <w:spacing w:before="0" w:after="0"/>
        <w:ind w:left="709"/>
        <w:rPr>
          <w:rFonts w:eastAsia="MS Gothic"/>
          <w:b w:val="0"/>
          <w:szCs w:val="24"/>
          <w:u w:val="single"/>
        </w:rPr>
      </w:pPr>
    </w:p>
    <w:p w14:paraId="7D8BE5B1" w14:textId="0DEF5071" w:rsidR="0085747A" w:rsidRPr="00AA35E8" w:rsidRDefault="00AA35E8" w:rsidP="00F83B28">
      <w:pPr>
        <w:pStyle w:val="Punktygwne"/>
        <w:spacing w:before="0" w:after="0"/>
        <w:ind w:left="709"/>
        <w:rPr>
          <w:b w:val="0"/>
          <w:smallCaps w:val="0"/>
          <w:szCs w:val="24"/>
          <w:u w:val="single"/>
        </w:rPr>
      </w:pPr>
      <w:r w:rsidRPr="00AA35E8">
        <w:rPr>
          <w:rFonts w:eastAsia="MS Gothic"/>
          <w:b w:val="0"/>
          <w:szCs w:val="24"/>
          <w:u w:val="single"/>
        </w:rPr>
        <w:t>x</w:t>
      </w:r>
      <w:r w:rsidR="0085747A" w:rsidRPr="00AA35E8">
        <w:rPr>
          <w:b w:val="0"/>
          <w:smallCaps w:val="0"/>
          <w:szCs w:val="24"/>
          <w:u w:val="single"/>
        </w:rPr>
        <w:t xml:space="preserve"> </w:t>
      </w:r>
      <w:r w:rsidR="002B40BB">
        <w:rPr>
          <w:b w:val="0"/>
          <w:smallCaps w:val="0"/>
          <w:szCs w:val="24"/>
          <w:u w:val="single"/>
        </w:rPr>
        <w:t xml:space="preserve"> </w:t>
      </w:r>
      <w:r w:rsidR="0085747A" w:rsidRPr="00AA35E8">
        <w:rPr>
          <w:b w:val="0"/>
          <w:smallCaps w:val="0"/>
          <w:szCs w:val="24"/>
          <w:u w:val="single"/>
        </w:rPr>
        <w:t xml:space="preserve">zajęcia w formie tradycyjnej </w:t>
      </w:r>
    </w:p>
    <w:p w14:paraId="7AF7B973" w14:textId="77777777" w:rsidR="0085747A" w:rsidRPr="00AA35E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AA35E8">
        <w:rPr>
          <w:rFonts w:ascii="Segoe UI Symbol" w:eastAsia="MS Gothic" w:hAnsi="Segoe UI Symbol" w:cs="Segoe UI Symbol"/>
          <w:b w:val="0"/>
          <w:szCs w:val="24"/>
        </w:rPr>
        <w:t>☐</w:t>
      </w:r>
      <w:r w:rsidRPr="00AA35E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925E40" w14:textId="77777777" w:rsidR="0085747A" w:rsidRPr="00AA35E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66367F43" w14:textId="77777777" w:rsidR="00E22FBC" w:rsidRPr="00AA35E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AA35E8">
        <w:rPr>
          <w:smallCaps w:val="0"/>
          <w:szCs w:val="24"/>
        </w:rPr>
        <w:t xml:space="preserve">1.3 </w:t>
      </w:r>
      <w:r w:rsidR="00F83B28" w:rsidRPr="00AA35E8">
        <w:rPr>
          <w:smallCaps w:val="0"/>
          <w:szCs w:val="24"/>
        </w:rPr>
        <w:tab/>
      </w:r>
      <w:r w:rsidRPr="00AA35E8">
        <w:rPr>
          <w:smallCaps w:val="0"/>
          <w:szCs w:val="24"/>
        </w:rPr>
        <w:t>For</w:t>
      </w:r>
      <w:r w:rsidR="00445970" w:rsidRPr="00AA35E8">
        <w:rPr>
          <w:smallCaps w:val="0"/>
          <w:szCs w:val="24"/>
        </w:rPr>
        <w:t xml:space="preserve">ma zaliczenia przedmiotu </w:t>
      </w:r>
      <w:r w:rsidRPr="00AA35E8">
        <w:rPr>
          <w:smallCaps w:val="0"/>
          <w:szCs w:val="24"/>
        </w:rPr>
        <w:t xml:space="preserve"> (z toku) </w:t>
      </w:r>
      <w:r w:rsidRPr="00AA35E8">
        <w:rPr>
          <w:b w:val="0"/>
          <w:smallCaps w:val="0"/>
          <w:szCs w:val="24"/>
        </w:rPr>
        <w:t>(egzamin, zaliczenie z oceną, zaliczenie bez oceny)</w:t>
      </w:r>
    </w:p>
    <w:p w14:paraId="0779E995" w14:textId="77777777" w:rsidR="00AA35E8" w:rsidRDefault="00AA35E8" w:rsidP="009C54AE">
      <w:pPr>
        <w:pStyle w:val="Punktygwne"/>
        <w:spacing w:before="0" w:after="0"/>
        <w:rPr>
          <w:b w:val="0"/>
          <w:szCs w:val="24"/>
        </w:rPr>
      </w:pPr>
    </w:p>
    <w:p w14:paraId="53BD0827" w14:textId="56FB730F" w:rsidR="009C54AE" w:rsidRPr="00AA35E8" w:rsidRDefault="00884B8A" w:rsidP="00AA35E8">
      <w:pPr>
        <w:pStyle w:val="Punktygwne"/>
        <w:spacing w:before="0" w:after="0"/>
        <w:ind w:firstLine="708"/>
        <w:rPr>
          <w:b w:val="0"/>
          <w:szCs w:val="24"/>
        </w:rPr>
      </w:pPr>
      <w:r w:rsidRPr="00AA35E8">
        <w:rPr>
          <w:b w:val="0"/>
          <w:szCs w:val="24"/>
        </w:rPr>
        <w:t>praca projektowa</w:t>
      </w:r>
      <w:r w:rsidR="00E36A6C" w:rsidRPr="00AA35E8">
        <w:rPr>
          <w:b w:val="0"/>
          <w:szCs w:val="24"/>
        </w:rPr>
        <w:t xml:space="preserve">, zaliczenie z oceną </w:t>
      </w:r>
    </w:p>
    <w:p w14:paraId="15EE9FB4" w14:textId="77777777" w:rsidR="00E960BB" w:rsidRPr="00AA35E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7E718691" w14:textId="65DB4C12" w:rsidR="00E960BB" w:rsidRDefault="0085747A" w:rsidP="009C54AE">
      <w:pPr>
        <w:pStyle w:val="Punktygwne"/>
        <w:spacing w:before="0" w:after="0"/>
        <w:rPr>
          <w:szCs w:val="24"/>
        </w:rPr>
      </w:pPr>
      <w:r w:rsidRPr="00AA35E8">
        <w:rPr>
          <w:szCs w:val="24"/>
        </w:rPr>
        <w:t xml:space="preserve">2.Wymagania wstępne </w:t>
      </w:r>
    </w:p>
    <w:p w14:paraId="2902441A" w14:textId="77777777" w:rsidR="00AA35E8" w:rsidRPr="00AA35E8" w:rsidRDefault="00AA35E8" w:rsidP="009C54AE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35E8" w14:paraId="7119A83E" w14:textId="77777777" w:rsidTr="00745302">
        <w:tc>
          <w:tcPr>
            <w:tcW w:w="9670" w:type="dxa"/>
          </w:tcPr>
          <w:p w14:paraId="2E759D20" w14:textId="2285109E" w:rsidR="00AA35E8" w:rsidRPr="00AA35E8" w:rsidRDefault="00057B48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Podstawowa wiedza z pedagogiki, psychologii ogólnej, psychologii rozwojowej</w:t>
            </w:r>
          </w:p>
        </w:tc>
      </w:tr>
    </w:tbl>
    <w:p w14:paraId="005847A4" w14:textId="77777777" w:rsidR="00153C41" w:rsidRPr="00AA35E8" w:rsidRDefault="00153C41" w:rsidP="009C54AE">
      <w:pPr>
        <w:pStyle w:val="Punktygwne"/>
        <w:spacing w:before="0" w:after="0"/>
        <w:rPr>
          <w:szCs w:val="24"/>
        </w:rPr>
      </w:pPr>
    </w:p>
    <w:p w14:paraId="55C10E75" w14:textId="6B02B884" w:rsidR="0085747A" w:rsidRPr="00AA35E8" w:rsidRDefault="00AA35E8" w:rsidP="009C54AE">
      <w:pPr>
        <w:pStyle w:val="Punktygwne"/>
        <w:spacing w:before="0" w:after="0"/>
        <w:rPr>
          <w:szCs w:val="24"/>
        </w:rPr>
      </w:pPr>
      <w:r>
        <w:rPr>
          <w:szCs w:val="24"/>
        </w:rPr>
        <w:br w:type="column"/>
      </w:r>
      <w:r w:rsidR="0071620A" w:rsidRPr="00AA35E8">
        <w:rPr>
          <w:szCs w:val="24"/>
        </w:rPr>
        <w:lastRenderedPageBreak/>
        <w:t>3.</w:t>
      </w:r>
      <w:r w:rsidR="0085747A" w:rsidRPr="00AA35E8">
        <w:rPr>
          <w:szCs w:val="24"/>
        </w:rPr>
        <w:t xml:space="preserve"> </w:t>
      </w:r>
      <w:r w:rsidR="00A84C85" w:rsidRPr="00AA35E8">
        <w:rPr>
          <w:szCs w:val="24"/>
        </w:rPr>
        <w:t>cele, efekty uczenia się</w:t>
      </w:r>
      <w:r w:rsidR="0085747A" w:rsidRPr="00AA35E8">
        <w:rPr>
          <w:szCs w:val="24"/>
        </w:rPr>
        <w:t xml:space="preserve"> , treści Programowe i stosowane metody Dydaktyczne</w:t>
      </w:r>
    </w:p>
    <w:p w14:paraId="6A547AF7" w14:textId="77777777" w:rsidR="0085747A" w:rsidRPr="00AA35E8" w:rsidRDefault="0085747A" w:rsidP="009C54AE">
      <w:pPr>
        <w:pStyle w:val="Punktygwne"/>
        <w:spacing w:before="0" w:after="0"/>
        <w:rPr>
          <w:szCs w:val="24"/>
        </w:rPr>
      </w:pPr>
    </w:p>
    <w:p w14:paraId="45FE4380" w14:textId="77777777" w:rsidR="0085747A" w:rsidRPr="00AA35E8" w:rsidRDefault="0071620A" w:rsidP="009C54AE">
      <w:pPr>
        <w:pStyle w:val="Podpunkty"/>
        <w:rPr>
          <w:sz w:val="24"/>
          <w:szCs w:val="24"/>
        </w:rPr>
      </w:pPr>
      <w:r w:rsidRPr="00AA35E8">
        <w:rPr>
          <w:sz w:val="24"/>
          <w:szCs w:val="24"/>
        </w:rPr>
        <w:t xml:space="preserve">3.1 </w:t>
      </w:r>
      <w:r w:rsidR="00C05F44" w:rsidRPr="00AA35E8">
        <w:rPr>
          <w:sz w:val="24"/>
          <w:szCs w:val="24"/>
        </w:rPr>
        <w:t>Cele przedmiotu</w:t>
      </w:r>
    </w:p>
    <w:p w14:paraId="4670634F" w14:textId="77777777" w:rsidR="00F83B28" w:rsidRPr="00AA35E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AA35E8" w14:paraId="585CAB0B" w14:textId="77777777" w:rsidTr="00923D7D">
        <w:tc>
          <w:tcPr>
            <w:tcW w:w="851" w:type="dxa"/>
            <w:vAlign w:val="center"/>
          </w:tcPr>
          <w:p w14:paraId="609EB76C" w14:textId="77777777" w:rsidR="0085747A" w:rsidRPr="00AA35E8" w:rsidRDefault="0085747A" w:rsidP="008D5FE2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51A12DB" w14:textId="77777777" w:rsidR="00057B48" w:rsidRPr="00AA35E8" w:rsidRDefault="00057B48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Zapoznanie studenta z podstawowymi zagadnieniami psychologii klinicznej,</w:t>
            </w:r>
          </w:p>
          <w:p w14:paraId="43EF8F63" w14:textId="183D62BE" w:rsidR="0085747A" w:rsidRPr="00AA35E8" w:rsidRDefault="00057B48" w:rsidP="008D5FE2">
            <w:pPr>
              <w:pStyle w:val="Podpunkty"/>
              <w:spacing w:line="276" w:lineRule="auto"/>
              <w:ind w:left="0"/>
              <w:jc w:val="left"/>
              <w:rPr>
                <w:b w:val="0"/>
                <w:bCs/>
                <w:sz w:val="24"/>
                <w:szCs w:val="24"/>
              </w:rPr>
            </w:pPr>
            <w:r w:rsidRPr="00AA35E8">
              <w:rPr>
                <w:b w:val="0"/>
                <w:bCs/>
                <w:sz w:val="24"/>
                <w:szCs w:val="24"/>
              </w:rPr>
              <w:t xml:space="preserve">przyczynami i objawami zaburzeń psychicznych </w:t>
            </w:r>
            <w:r w:rsidR="008F5CC6" w:rsidRPr="00AA35E8">
              <w:rPr>
                <w:b w:val="0"/>
                <w:bCs/>
                <w:sz w:val="24"/>
                <w:szCs w:val="24"/>
              </w:rPr>
              <w:t>oraz</w:t>
            </w:r>
            <w:r w:rsidRPr="00AA35E8">
              <w:rPr>
                <w:b w:val="0"/>
                <w:bCs/>
                <w:sz w:val="24"/>
                <w:szCs w:val="24"/>
              </w:rPr>
              <w:t xml:space="preserve"> zaburzeń zachowania</w:t>
            </w:r>
          </w:p>
        </w:tc>
      </w:tr>
      <w:tr w:rsidR="0085747A" w:rsidRPr="00AA35E8" w14:paraId="31C1D001" w14:textId="77777777" w:rsidTr="00923D7D">
        <w:tc>
          <w:tcPr>
            <w:tcW w:w="851" w:type="dxa"/>
            <w:vAlign w:val="center"/>
          </w:tcPr>
          <w:p w14:paraId="761ABC47" w14:textId="28495D4B" w:rsidR="0085747A" w:rsidRPr="00AA35E8" w:rsidRDefault="00057B48" w:rsidP="008D5FE2">
            <w:pPr>
              <w:pStyle w:val="Cele"/>
              <w:spacing w:before="0"/>
              <w:ind w:left="0" w:firstLine="0"/>
              <w:jc w:val="left"/>
              <w:rPr>
                <w:sz w:val="24"/>
                <w:szCs w:val="24"/>
              </w:rPr>
            </w:pPr>
            <w:r w:rsidRPr="00AA35E8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B5F696" w14:textId="2D4676C9" w:rsidR="0085747A" w:rsidRPr="00AA35E8" w:rsidRDefault="00273E15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 xml:space="preserve">Kształtowanie podstawowych umiejętności w zakresie </w:t>
            </w:r>
            <w:r w:rsidR="006A446A" w:rsidRPr="00AA35E8">
              <w:rPr>
                <w:rFonts w:ascii="Times New Roman" w:hAnsi="Times New Roman"/>
                <w:sz w:val="24"/>
                <w:szCs w:val="24"/>
              </w:rPr>
              <w:t xml:space="preserve">rozpoznawania i 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rozumienia kontekstu powstawania zaburzeń psychicznych i za</w:t>
            </w:r>
            <w:r w:rsidR="006A446A" w:rsidRPr="00AA35E8">
              <w:rPr>
                <w:rFonts w:ascii="Times New Roman" w:hAnsi="Times New Roman"/>
                <w:sz w:val="24"/>
                <w:szCs w:val="24"/>
              </w:rPr>
              <w:t>chowania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47A" w:rsidRPr="00AA35E8" w14:paraId="22A99999" w14:textId="77777777" w:rsidTr="00923D7D">
        <w:tc>
          <w:tcPr>
            <w:tcW w:w="851" w:type="dxa"/>
            <w:vAlign w:val="center"/>
          </w:tcPr>
          <w:p w14:paraId="73558569" w14:textId="2FFFB165" w:rsidR="0085747A" w:rsidRPr="00AA35E8" w:rsidRDefault="0085747A" w:rsidP="008D5FE2">
            <w:pPr>
              <w:pStyle w:val="Podpunkty"/>
              <w:ind w:left="0"/>
              <w:jc w:val="left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C</w:t>
            </w:r>
            <w:r w:rsidR="00057B48" w:rsidRPr="00AA35E8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EBFF30" w14:textId="20BD4644" w:rsidR="0085747A" w:rsidRPr="00AA35E8" w:rsidRDefault="007D628A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Kształtowanie podstawowych umiejętności w zakresie: udzielania pomocy w formie odpowiednich interwencji terapeutyczno</w:t>
            </w:r>
            <w:r w:rsidR="008D5FE2" w:rsidRPr="00AA35E8">
              <w:rPr>
                <w:rFonts w:ascii="Times New Roman" w:hAnsi="Times New Roman"/>
                <w:sz w:val="24"/>
                <w:szCs w:val="24"/>
              </w:rPr>
              <w:t>-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wychowawczych, współpracy z rodzicami i</w:t>
            </w:r>
            <w:r w:rsidR="00AA35E8">
              <w:rPr>
                <w:rFonts w:ascii="Times New Roman" w:hAnsi="Times New Roman"/>
                <w:sz w:val="24"/>
                <w:szCs w:val="24"/>
              </w:rPr>
              <w:t> 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specjalistami</w:t>
            </w:r>
          </w:p>
        </w:tc>
      </w:tr>
    </w:tbl>
    <w:p w14:paraId="5F764F28" w14:textId="77777777" w:rsidR="0085747A" w:rsidRPr="00AA35E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58C7A3CC" w14:textId="77777777" w:rsidR="001D7B54" w:rsidRPr="00AA35E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A35E8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AA35E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AA35E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AA35E8">
        <w:rPr>
          <w:rFonts w:ascii="Times New Roman" w:hAnsi="Times New Roman"/>
          <w:b/>
          <w:sz w:val="24"/>
          <w:szCs w:val="24"/>
        </w:rPr>
        <w:t>dla przedmiotu</w:t>
      </w:r>
      <w:r w:rsidR="00445970" w:rsidRPr="00AA35E8">
        <w:rPr>
          <w:rFonts w:ascii="Times New Roman" w:hAnsi="Times New Roman"/>
          <w:sz w:val="24"/>
          <w:szCs w:val="24"/>
        </w:rPr>
        <w:t xml:space="preserve"> </w:t>
      </w:r>
    </w:p>
    <w:p w14:paraId="20F1F5D2" w14:textId="77777777" w:rsidR="001D7B54" w:rsidRPr="00AA35E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A35E8" w14:paraId="54A696D2" w14:textId="77777777" w:rsidTr="004D3BA0">
        <w:tc>
          <w:tcPr>
            <w:tcW w:w="1680" w:type="dxa"/>
            <w:vAlign w:val="center"/>
          </w:tcPr>
          <w:p w14:paraId="7D704EA1" w14:textId="77777777" w:rsidR="0085747A" w:rsidRPr="00AA35E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A35E8">
              <w:rPr>
                <w:smallCaps w:val="0"/>
                <w:szCs w:val="24"/>
              </w:rPr>
              <w:t>EK</w:t>
            </w:r>
            <w:r w:rsidR="00A84C85" w:rsidRPr="00AA35E8">
              <w:rPr>
                <w:b w:val="0"/>
                <w:smallCaps w:val="0"/>
                <w:szCs w:val="24"/>
              </w:rPr>
              <w:t xml:space="preserve"> (</w:t>
            </w:r>
            <w:r w:rsidR="00C05F44" w:rsidRPr="00AA35E8">
              <w:rPr>
                <w:b w:val="0"/>
                <w:smallCaps w:val="0"/>
                <w:szCs w:val="24"/>
              </w:rPr>
              <w:t>efekt uczenia się</w:t>
            </w:r>
            <w:r w:rsidR="00B82308" w:rsidRPr="00AA35E8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85726B" w14:textId="77777777" w:rsidR="0085747A" w:rsidRPr="00AA35E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AA35E8">
              <w:rPr>
                <w:b w:val="0"/>
                <w:smallCaps w:val="0"/>
                <w:szCs w:val="24"/>
              </w:rPr>
              <w:t xml:space="preserve">uczenia się </w:t>
            </w:r>
            <w:r w:rsidRPr="00AA35E8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835D7F" w14:textId="77777777" w:rsidR="0085747A" w:rsidRPr="00AA35E8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35E8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A35E8" w14:paraId="206E2C9E" w14:textId="77777777" w:rsidTr="004D3BA0">
        <w:tc>
          <w:tcPr>
            <w:tcW w:w="1680" w:type="dxa"/>
          </w:tcPr>
          <w:p w14:paraId="15F4CD49" w14:textId="77777777" w:rsidR="0085747A" w:rsidRPr="00AA35E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EK</w:t>
            </w:r>
            <w:r w:rsidRPr="00AA35E8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741892" w14:textId="4ABE2503" w:rsidR="0085747A" w:rsidRPr="00AA35E8" w:rsidRDefault="00E75CA0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AA35E8">
              <w:rPr>
                <w:b w:val="0"/>
                <w:bCs/>
                <w:smallCaps w:val="0"/>
                <w:szCs w:val="24"/>
              </w:rPr>
              <w:t>Przedstawi podmiotowe i metodologiczne powiązania wiedzy z zakresu nauk o rodzinie z psychologią kliniczną</w:t>
            </w:r>
          </w:p>
        </w:tc>
        <w:tc>
          <w:tcPr>
            <w:tcW w:w="1865" w:type="dxa"/>
          </w:tcPr>
          <w:p w14:paraId="5FDF9BF0" w14:textId="3145484E" w:rsidR="0085747A" w:rsidRPr="00AA35E8" w:rsidRDefault="00E75CA0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AA35E8">
              <w:rPr>
                <w:b w:val="0"/>
                <w:bCs/>
                <w:szCs w:val="24"/>
              </w:rPr>
              <w:t>K_W02</w:t>
            </w:r>
          </w:p>
        </w:tc>
      </w:tr>
      <w:tr w:rsidR="0085747A" w:rsidRPr="00AA35E8" w14:paraId="6F0C9B67" w14:textId="77777777" w:rsidTr="004D3BA0">
        <w:tc>
          <w:tcPr>
            <w:tcW w:w="1680" w:type="dxa"/>
          </w:tcPr>
          <w:p w14:paraId="3DB2687D" w14:textId="77777777" w:rsidR="0085747A" w:rsidRPr="00AA35E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05F5B01" w14:textId="44A3120D" w:rsidR="0085747A" w:rsidRPr="00AA35E8" w:rsidRDefault="008D5FE2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Sc</w:t>
            </w:r>
            <w:r w:rsidR="007E67E9" w:rsidRPr="00AA35E8">
              <w:rPr>
                <w:b w:val="0"/>
                <w:smallCaps w:val="0"/>
                <w:szCs w:val="24"/>
              </w:rPr>
              <w:t xml:space="preserve">harakteryzuje podmiotowe i zdrowotne aspekty rozwoju człowieka, społeczne funkcjonowanie jednostki i grupy, </w:t>
            </w:r>
            <w:r w:rsidR="00BB0CCA" w:rsidRPr="00AA35E8">
              <w:rPr>
                <w:b w:val="0"/>
                <w:smallCaps w:val="0"/>
                <w:szCs w:val="24"/>
              </w:rPr>
              <w:t xml:space="preserve">psychologiczne i biologiczne ujęcie rozwoju człowieka </w:t>
            </w:r>
            <w:r w:rsidR="007E67E9" w:rsidRPr="00AA35E8">
              <w:rPr>
                <w:b w:val="0"/>
                <w:smallCaps w:val="0"/>
                <w:szCs w:val="24"/>
              </w:rPr>
              <w:t>i osobowości, problematykę więzi i relacji w rodzinie</w:t>
            </w:r>
            <w:r w:rsidR="00F3075E" w:rsidRPr="00AA35E8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532F5CD" w14:textId="597C3C67" w:rsidR="0085747A" w:rsidRPr="00AA35E8" w:rsidRDefault="0023426F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AA35E8">
              <w:rPr>
                <w:b w:val="0"/>
                <w:bCs/>
                <w:szCs w:val="24"/>
              </w:rPr>
              <w:t>K_W04</w:t>
            </w:r>
          </w:p>
        </w:tc>
      </w:tr>
      <w:tr w:rsidR="0085747A" w:rsidRPr="00AA35E8" w14:paraId="0C819994" w14:textId="77777777" w:rsidTr="004D3BA0">
        <w:tc>
          <w:tcPr>
            <w:tcW w:w="1680" w:type="dxa"/>
          </w:tcPr>
          <w:p w14:paraId="51B2B627" w14:textId="49C1A071" w:rsidR="0085747A" w:rsidRPr="00AA35E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EK_</w:t>
            </w:r>
            <w:r w:rsidR="0023426F" w:rsidRPr="00AA35E8">
              <w:rPr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002DA32" w14:textId="39ED34CB" w:rsidR="0085747A" w:rsidRPr="00AA35E8" w:rsidRDefault="0023426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Dokon</w:t>
            </w:r>
            <w:r w:rsidR="008D5FE2" w:rsidRPr="00AA35E8">
              <w:rPr>
                <w:b w:val="0"/>
                <w:smallCaps w:val="0"/>
                <w:szCs w:val="24"/>
              </w:rPr>
              <w:t>a</w:t>
            </w:r>
            <w:r w:rsidRPr="00AA35E8">
              <w:rPr>
                <w:b w:val="0"/>
                <w:smallCaps w:val="0"/>
                <w:szCs w:val="24"/>
              </w:rPr>
              <w:t xml:space="preserve"> analizy i selekcji informacji (z wykorzystaniem różnorodnych źródeł</w:t>
            </w:r>
            <w:r w:rsidR="00414FB1" w:rsidRPr="00AA35E8">
              <w:rPr>
                <w:b w:val="0"/>
                <w:smallCaps w:val="0"/>
                <w:szCs w:val="24"/>
              </w:rPr>
              <w:t>) związanych z biologicznym rozwojem jednostki oraz oceni jej funkcjonowanie społeczne</w:t>
            </w:r>
            <w:r w:rsidR="00B863E7" w:rsidRPr="00AA35E8">
              <w:rPr>
                <w:b w:val="0"/>
                <w:smallCaps w:val="0"/>
                <w:szCs w:val="24"/>
              </w:rPr>
              <w:t>, emocjonalne,</w:t>
            </w:r>
            <w:r w:rsidR="004143ED" w:rsidRPr="00AA35E8">
              <w:rPr>
                <w:b w:val="0"/>
                <w:smallCaps w:val="0"/>
                <w:szCs w:val="24"/>
              </w:rPr>
              <w:t xml:space="preserve"> </w:t>
            </w:r>
            <w:r w:rsidR="00B863E7" w:rsidRPr="00AA35E8">
              <w:rPr>
                <w:b w:val="0"/>
                <w:smallCaps w:val="0"/>
                <w:szCs w:val="24"/>
              </w:rPr>
              <w:t>strukturę osobowości</w:t>
            </w:r>
            <w:r w:rsidR="004143ED" w:rsidRPr="00AA35E8">
              <w:rPr>
                <w:b w:val="0"/>
                <w:smallCaps w:val="0"/>
                <w:szCs w:val="24"/>
              </w:rPr>
              <w:t>,</w:t>
            </w:r>
            <w:r w:rsidR="00414FB1" w:rsidRPr="00AA35E8">
              <w:rPr>
                <w:b w:val="0"/>
                <w:smallCaps w:val="0"/>
                <w:szCs w:val="24"/>
              </w:rPr>
              <w:t xml:space="preserve"> zwłaszcza w środowisku rodzinnym</w:t>
            </w:r>
            <w:r w:rsidR="00F3075E" w:rsidRPr="00AA35E8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8799CD0" w14:textId="37C57A5A" w:rsidR="0085747A" w:rsidRPr="00AA35E8" w:rsidRDefault="0023426F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AA35E8">
              <w:rPr>
                <w:b w:val="0"/>
                <w:bCs/>
                <w:szCs w:val="24"/>
              </w:rPr>
              <w:t>K_U01</w:t>
            </w:r>
          </w:p>
        </w:tc>
      </w:tr>
      <w:tr w:rsidR="0023426F" w:rsidRPr="00AA35E8" w14:paraId="4D668C36" w14:textId="77777777" w:rsidTr="004D3BA0">
        <w:tc>
          <w:tcPr>
            <w:tcW w:w="1680" w:type="dxa"/>
          </w:tcPr>
          <w:p w14:paraId="452346FF" w14:textId="130A3125" w:rsidR="0023426F" w:rsidRPr="00AA35E8" w:rsidRDefault="0023426F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5676D04" w14:textId="2EF1B085" w:rsidR="0023426F" w:rsidRPr="00AA35E8" w:rsidRDefault="004D3BA0" w:rsidP="009C54AE">
            <w:pPr>
              <w:pStyle w:val="Punktygwne"/>
              <w:spacing w:before="0" w:after="0"/>
              <w:rPr>
                <w:b w:val="0"/>
                <w:bCs/>
                <w:szCs w:val="24"/>
              </w:rPr>
            </w:pPr>
            <w:r w:rsidRPr="00AA35E8">
              <w:rPr>
                <w:b w:val="0"/>
                <w:bCs/>
                <w:szCs w:val="24"/>
              </w:rPr>
              <w:t>P</w:t>
            </w:r>
            <w:r w:rsidRPr="00AA35E8">
              <w:rPr>
                <w:b w:val="0"/>
                <w:smallCaps w:val="0"/>
                <w:szCs w:val="24"/>
              </w:rPr>
              <w:t>rzeprowadz</w:t>
            </w:r>
            <w:r w:rsidR="008D5FE2" w:rsidRPr="00AA35E8">
              <w:rPr>
                <w:b w:val="0"/>
                <w:smallCaps w:val="0"/>
                <w:szCs w:val="24"/>
              </w:rPr>
              <w:t>i</w:t>
            </w:r>
            <w:r w:rsidRPr="00AA35E8">
              <w:rPr>
                <w:b w:val="0"/>
                <w:smallCaps w:val="0"/>
                <w:szCs w:val="24"/>
              </w:rPr>
              <w:t xml:space="preserve"> badania niezbędne do opracowania diagnoz związanych z potrzebami rodziny i relacjami zachodzącymi pomiędzy poszczególnymi członkami</w:t>
            </w:r>
            <w:r w:rsidR="003049AF" w:rsidRPr="00AA35E8">
              <w:rPr>
                <w:b w:val="0"/>
                <w:smallCaps w:val="0"/>
                <w:szCs w:val="24"/>
              </w:rPr>
              <w:t xml:space="preserve">, </w:t>
            </w:r>
            <w:r w:rsidR="008D5FE2" w:rsidRPr="00AA35E8">
              <w:rPr>
                <w:b w:val="0"/>
                <w:smallCaps w:val="0"/>
                <w:szCs w:val="24"/>
              </w:rPr>
              <w:t>z</w:t>
            </w:r>
            <w:r w:rsidR="003049AF" w:rsidRPr="00AA35E8">
              <w:rPr>
                <w:b w:val="0"/>
                <w:smallCaps w:val="0"/>
                <w:szCs w:val="24"/>
              </w:rPr>
              <w:t>identyfikuje procesy psychiczne i mechanizmy funkcjonowania osób w rodzinie</w:t>
            </w:r>
            <w:r w:rsidRPr="00AA35E8">
              <w:rPr>
                <w:b w:val="0"/>
                <w:smallCaps w:val="0"/>
                <w:szCs w:val="24"/>
              </w:rPr>
              <w:t>. Dokon</w:t>
            </w:r>
            <w:r w:rsidR="008D5FE2" w:rsidRPr="00AA35E8">
              <w:rPr>
                <w:b w:val="0"/>
                <w:smallCaps w:val="0"/>
                <w:szCs w:val="24"/>
              </w:rPr>
              <w:t>a</w:t>
            </w:r>
            <w:r w:rsidRPr="00AA35E8">
              <w:rPr>
                <w:b w:val="0"/>
                <w:smallCaps w:val="0"/>
                <w:szCs w:val="24"/>
              </w:rPr>
              <w:t xml:space="preserve"> analizy zjawisk społecznych zachodzących w rodzinie</w:t>
            </w:r>
            <w:r w:rsidR="003049AF" w:rsidRPr="00AA35E8">
              <w:rPr>
                <w:b w:val="0"/>
                <w:smallCaps w:val="0"/>
                <w:szCs w:val="24"/>
              </w:rPr>
              <w:t>, określ</w:t>
            </w:r>
            <w:r w:rsidR="008D5FE2" w:rsidRPr="00AA35E8">
              <w:rPr>
                <w:b w:val="0"/>
                <w:smallCaps w:val="0"/>
                <w:szCs w:val="24"/>
              </w:rPr>
              <w:t>i</w:t>
            </w:r>
            <w:r w:rsidR="003049AF" w:rsidRPr="00AA35E8">
              <w:rPr>
                <w:b w:val="0"/>
                <w:smallCaps w:val="0"/>
                <w:szCs w:val="24"/>
              </w:rPr>
              <w:t xml:space="preserve"> różnice indywidualne i ich implikacje dla wychowania, kształcenia oraz zdrowego funkcjonowania rodziny</w:t>
            </w:r>
            <w:r w:rsidRPr="00AA35E8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BCE1E21" w14:textId="3B7811E9" w:rsidR="0023426F" w:rsidRPr="00AA35E8" w:rsidRDefault="004D3BA0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AA35E8">
              <w:rPr>
                <w:b w:val="0"/>
                <w:bCs/>
                <w:szCs w:val="24"/>
              </w:rPr>
              <w:t>K_U05</w:t>
            </w:r>
          </w:p>
        </w:tc>
      </w:tr>
      <w:tr w:rsidR="004D3BA0" w:rsidRPr="00AA35E8" w14:paraId="27D4557D" w14:textId="77777777" w:rsidTr="004D3BA0">
        <w:tc>
          <w:tcPr>
            <w:tcW w:w="1680" w:type="dxa"/>
          </w:tcPr>
          <w:p w14:paraId="721DE49B" w14:textId="796F823F" w:rsidR="004D3BA0" w:rsidRPr="00AA35E8" w:rsidRDefault="004D3BA0" w:rsidP="004D3B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FD80B36" w14:textId="090D9FF5" w:rsidR="004D3BA0" w:rsidRPr="00AA35E8" w:rsidRDefault="00C74DBB" w:rsidP="004D3BA0">
            <w:pPr>
              <w:pStyle w:val="Punktygwne"/>
              <w:spacing w:before="0" w:after="0"/>
              <w:rPr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 xml:space="preserve">Oceni przydatność różnych metod, procedur, dobrych praktyk w zakresie </w:t>
            </w:r>
            <w:r w:rsidR="008D225C" w:rsidRPr="00AA35E8">
              <w:rPr>
                <w:b w:val="0"/>
                <w:smallCaps w:val="0"/>
                <w:szCs w:val="24"/>
              </w:rPr>
              <w:t xml:space="preserve">odbioru i przetwarzania informacji oraz </w:t>
            </w:r>
            <w:r w:rsidRPr="00AA35E8">
              <w:rPr>
                <w:b w:val="0"/>
                <w:smallCaps w:val="0"/>
                <w:szCs w:val="24"/>
              </w:rPr>
              <w:t xml:space="preserve">rozwiązywania problemów </w:t>
            </w:r>
            <w:r w:rsidR="008D225C" w:rsidRPr="00AA35E8">
              <w:rPr>
                <w:b w:val="0"/>
                <w:smallCaps w:val="0"/>
                <w:szCs w:val="24"/>
              </w:rPr>
              <w:t xml:space="preserve">i radzenia sobie ze stresem </w:t>
            </w:r>
            <w:r w:rsidRPr="00AA35E8">
              <w:rPr>
                <w:b w:val="0"/>
                <w:smallCaps w:val="0"/>
                <w:szCs w:val="24"/>
              </w:rPr>
              <w:t>poszczególnych członków rodziny (problemy zdrowotne, związane z przewlekłą chorobą, niepełnosprawnością, zaburzeniami psychicznymi a także problemy materialne, wychowawcze) oraz rodziny jako społecznego systemu</w:t>
            </w:r>
          </w:p>
        </w:tc>
        <w:tc>
          <w:tcPr>
            <w:tcW w:w="1865" w:type="dxa"/>
          </w:tcPr>
          <w:p w14:paraId="1E330F08" w14:textId="10D56AC1" w:rsidR="004D3BA0" w:rsidRPr="00AA35E8" w:rsidRDefault="00221B95" w:rsidP="004D3B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bCs/>
                <w:szCs w:val="24"/>
              </w:rPr>
              <w:t>K_U09</w:t>
            </w:r>
          </w:p>
        </w:tc>
      </w:tr>
      <w:tr w:rsidR="004D3BA0" w:rsidRPr="00AA35E8" w14:paraId="493BF685" w14:textId="77777777" w:rsidTr="004D3BA0">
        <w:tc>
          <w:tcPr>
            <w:tcW w:w="1680" w:type="dxa"/>
          </w:tcPr>
          <w:p w14:paraId="17E05D00" w14:textId="708A22D7" w:rsidR="004D3BA0" w:rsidRPr="00AA35E8" w:rsidRDefault="004D3BA0" w:rsidP="004D3BA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155C9282" w14:textId="3AFFE2E3" w:rsidR="004D3BA0" w:rsidRPr="00AA35E8" w:rsidRDefault="008D5FE2" w:rsidP="004D3BA0">
            <w:pPr>
              <w:pStyle w:val="Punktygwne"/>
              <w:spacing w:before="0" w:after="0"/>
              <w:rPr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Zi</w:t>
            </w:r>
            <w:r w:rsidR="00F75857" w:rsidRPr="00AA35E8">
              <w:rPr>
                <w:b w:val="0"/>
                <w:smallCaps w:val="0"/>
                <w:szCs w:val="24"/>
              </w:rPr>
              <w:t xml:space="preserve">dentyfikuje procesy psychiczne i mechanizmy funkcjonowania człowieka, aby podjąć </w:t>
            </w:r>
            <w:r w:rsidR="0086305F" w:rsidRPr="00AA35E8">
              <w:rPr>
                <w:b w:val="0"/>
                <w:smallCaps w:val="0"/>
                <w:szCs w:val="24"/>
              </w:rPr>
              <w:t>indywidualne i zespołowe działania pomocowe w środowisku na rzecz rodziny</w:t>
            </w:r>
          </w:p>
        </w:tc>
        <w:tc>
          <w:tcPr>
            <w:tcW w:w="1865" w:type="dxa"/>
          </w:tcPr>
          <w:p w14:paraId="1B6D3FF9" w14:textId="2557DC9B" w:rsidR="004D3BA0" w:rsidRPr="00AA35E8" w:rsidRDefault="00E76F19" w:rsidP="004D3BA0">
            <w:pPr>
              <w:pStyle w:val="Punktygwne"/>
              <w:spacing w:before="0" w:after="0"/>
              <w:rPr>
                <w:b w:val="0"/>
                <w:bCs/>
                <w:smallCaps w:val="0"/>
                <w:szCs w:val="24"/>
              </w:rPr>
            </w:pPr>
            <w:r w:rsidRPr="00AA35E8">
              <w:rPr>
                <w:b w:val="0"/>
                <w:bCs/>
                <w:szCs w:val="24"/>
              </w:rPr>
              <w:t>K_K02</w:t>
            </w:r>
          </w:p>
        </w:tc>
      </w:tr>
    </w:tbl>
    <w:p w14:paraId="42CDECA8" w14:textId="77777777" w:rsidR="00DA3E24" w:rsidRPr="00AA35E8" w:rsidRDefault="00DA3E24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4B035884" w14:textId="28C904E7" w:rsidR="0085747A" w:rsidRPr="00AA35E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A35E8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1D7B54" w:rsidRPr="00AA35E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AA35E8">
        <w:rPr>
          <w:rFonts w:ascii="Times New Roman" w:hAnsi="Times New Roman"/>
          <w:b/>
          <w:sz w:val="24"/>
          <w:szCs w:val="24"/>
        </w:rPr>
        <w:t>T</w:t>
      </w:r>
      <w:r w:rsidR="001D7B54" w:rsidRPr="00AA35E8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AA35E8">
        <w:rPr>
          <w:rFonts w:ascii="Times New Roman" w:hAnsi="Times New Roman"/>
          <w:sz w:val="24"/>
          <w:szCs w:val="24"/>
        </w:rPr>
        <w:t xml:space="preserve">  </w:t>
      </w:r>
    </w:p>
    <w:p w14:paraId="5A678A21" w14:textId="77777777" w:rsidR="0085747A" w:rsidRPr="00AA35E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35E8">
        <w:rPr>
          <w:rFonts w:ascii="Times New Roman" w:hAnsi="Times New Roman"/>
          <w:sz w:val="24"/>
          <w:szCs w:val="24"/>
        </w:rPr>
        <w:t xml:space="preserve">Problematyka wykładu </w:t>
      </w:r>
    </w:p>
    <w:p w14:paraId="512B0D72" w14:textId="77777777" w:rsidR="00675843" w:rsidRPr="00AA35E8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35E8" w14:paraId="1F5D5A30" w14:textId="77777777" w:rsidTr="00C25755">
        <w:tc>
          <w:tcPr>
            <w:tcW w:w="9520" w:type="dxa"/>
          </w:tcPr>
          <w:p w14:paraId="7BAFB91C" w14:textId="77777777" w:rsidR="0085747A" w:rsidRPr="00AA35E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AA35E8" w14:paraId="1BB6AA5E" w14:textId="77777777" w:rsidTr="00C25755">
        <w:tc>
          <w:tcPr>
            <w:tcW w:w="9520" w:type="dxa"/>
          </w:tcPr>
          <w:p w14:paraId="5B59B662" w14:textId="749918F5" w:rsidR="0085747A" w:rsidRPr="00AA35E8" w:rsidRDefault="00C25755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1. Przedmiot i zadania psychologii klinicznej</w:t>
            </w:r>
          </w:p>
        </w:tc>
      </w:tr>
      <w:tr w:rsidR="00C25755" w:rsidRPr="00AA35E8" w14:paraId="60E59355" w14:textId="77777777" w:rsidTr="00C25755">
        <w:tc>
          <w:tcPr>
            <w:tcW w:w="9520" w:type="dxa"/>
          </w:tcPr>
          <w:p w14:paraId="49B286AE" w14:textId="2ED7D7F1" w:rsidR="00C25755" w:rsidRPr="00AA35E8" w:rsidRDefault="00C25755" w:rsidP="008D5FE2">
            <w:pPr>
              <w:pStyle w:val="Akapitzlist"/>
              <w:spacing w:after="0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 xml:space="preserve">2. Pojęcie normy, orientacja patogenetyczna i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salutogenetyczna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w psychologii klinicznej,</w:t>
            </w:r>
            <w:r w:rsidR="00167217" w:rsidRPr="00AA3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 xml:space="preserve">klasyfikacje </w:t>
            </w:r>
            <w:r w:rsidR="00F3075E" w:rsidRPr="00AA3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ICD-10 i DSM-5, specyfika diagnozy w psychologii klinicznej dzieci i młodzieży</w:t>
            </w:r>
          </w:p>
        </w:tc>
      </w:tr>
      <w:tr w:rsidR="00C25755" w:rsidRPr="00AA35E8" w14:paraId="7EF24857" w14:textId="77777777" w:rsidTr="00C25755">
        <w:tc>
          <w:tcPr>
            <w:tcW w:w="9520" w:type="dxa"/>
          </w:tcPr>
          <w:p w14:paraId="625200B7" w14:textId="13979D68" w:rsidR="00C25755" w:rsidRPr="00AA35E8" w:rsidRDefault="00C25755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 xml:space="preserve">3. Rodzina a rozwój psychiczny dziecka, rodzina jako system, cykle życia rodzinnego według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Haleya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>, znaczenie pozycji w rodzinie na rozwój osobowości i funkcjonowania społecznego dzieck</w:t>
            </w:r>
            <w:r w:rsidR="008D5FE2" w:rsidRPr="00AA35E8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30297A" w:rsidRPr="00AA35E8" w14:paraId="093DBDFB" w14:textId="77777777" w:rsidTr="00C25755">
        <w:tc>
          <w:tcPr>
            <w:tcW w:w="9520" w:type="dxa"/>
          </w:tcPr>
          <w:p w14:paraId="4BBC1350" w14:textId="053467FB" w:rsidR="0030297A" w:rsidRPr="00AA35E8" w:rsidRDefault="00723C27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 xml:space="preserve">4. Zaburzenia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neurozwojowe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– ogólna charakterystyka</w:t>
            </w:r>
          </w:p>
        </w:tc>
      </w:tr>
      <w:tr w:rsidR="0030297A" w:rsidRPr="00AA35E8" w14:paraId="4D219C23" w14:textId="77777777" w:rsidTr="00C25755">
        <w:tc>
          <w:tcPr>
            <w:tcW w:w="9520" w:type="dxa"/>
          </w:tcPr>
          <w:p w14:paraId="20ADF876" w14:textId="782A67E7" w:rsidR="0030297A" w:rsidRPr="00AA35E8" w:rsidRDefault="00723C27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5. Specyficzne zaburzenia rozwoju dziecka (zaburzenia rozwoju umiejętności szkolnych, zaburzenia w komunikowaniu się, zaburzenia psychomotoryczne, zaburzenia kontroli wydalania, zaburzenia psychoseksualne, zaburzenia z tikami, inne zaburzenia okresu dzieciństwa)</w:t>
            </w:r>
          </w:p>
        </w:tc>
      </w:tr>
      <w:tr w:rsidR="0030297A" w:rsidRPr="00AA35E8" w14:paraId="622520A8" w14:textId="77777777" w:rsidTr="00C25755">
        <w:tc>
          <w:tcPr>
            <w:tcW w:w="9520" w:type="dxa"/>
          </w:tcPr>
          <w:p w14:paraId="1D6FB951" w14:textId="05B0032C" w:rsidR="0030297A" w:rsidRPr="00AA35E8" w:rsidRDefault="00723C27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6. Zaburzenia nastroju, samobójstwa dzieci i młodzieży, celowe samouszkodzenie</w:t>
            </w:r>
          </w:p>
        </w:tc>
      </w:tr>
    </w:tbl>
    <w:p w14:paraId="2FCE25F8" w14:textId="77777777" w:rsidR="0085747A" w:rsidRPr="00AA35E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937862" w14:textId="77777777" w:rsidR="0085747A" w:rsidRPr="00AA35E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A35E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AA35E8">
        <w:rPr>
          <w:rFonts w:ascii="Times New Roman" w:hAnsi="Times New Roman"/>
          <w:sz w:val="24"/>
          <w:szCs w:val="24"/>
        </w:rPr>
        <w:t xml:space="preserve">, </w:t>
      </w:r>
      <w:r w:rsidRPr="00AA35E8">
        <w:rPr>
          <w:rFonts w:ascii="Times New Roman" w:hAnsi="Times New Roman"/>
          <w:sz w:val="24"/>
          <w:szCs w:val="24"/>
        </w:rPr>
        <w:t xml:space="preserve">zajęć praktycznych </w:t>
      </w:r>
    </w:p>
    <w:p w14:paraId="3E7E008C" w14:textId="77777777" w:rsidR="0085747A" w:rsidRPr="00AA35E8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35E8" w14:paraId="131CA599" w14:textId="77777777" w:rsidTr="00B04224">
        <w:tc>
          <w:tcPr>
            <w:tcW w:w="9520" w:type="dxa"/>
          </w:tcPr>
          <w:p w14:paraId="02E7D680" w14:textId="77777777" w:rsidR="0085747A" w:rsidRPr="00AA35E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AA35E8" w14:paraId="0590D6F8" w14:textId="77777777" w:rsidTr="00B04224">
        <w:tc>
          <w:tcPr>
            <w:tcW w:w="9520" w:type="dxa"/>
          </w:tcPr>
          <w:p w14:paraId="4D09A1CB" w14:textId="4380B948" w:rsidR="0085747A" w:rsidRPr="00AA35E8" w:rsidRDefault="00B04224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1.Niepełnosprawność intelektualna (przyczyny, obraz kliniczny, charakterystyka funkcjonowania osób z różnym stopniem upośledzenia</w:t>
            </w:r>
            <w:r w:rsidR="0091077D" w:rsidRPr="00AA35E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04224" w:rsidRPr="00AA35E8" w14:paraId="5AE094E8" w14:textId="77777777" w:rsidTr="00B04224">
        <w:tc>
          <w:tcPr>
            <w:tcW w:w="9520" w:type="dxa"/>
          </w:tcPr>
          <w:p w14:paraId="2093A2FD" w14:textId="0214B000" w:rsidR="00B04224" w:rsidRPr="00AA35E8" w:rsidRDefault="00B04224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 xml:space="preserve">2.Koncepcje stresu psychologicznego, radzenie sobie ze stresem w rodzinie, stres traumatyczny,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potraumatyczny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wzrost</w:t>
            </w:r>
          </w:p>
        </w:tc>
      </w:tr>
      <w:tr w:rsidR="00B04224" w:rsidRPr="00AA35E8" w14:paraId="22725987" w14:textId="77777777" w:rsidTr="00B04224">
        <w:tc>
          <w:tcPr>
            <w:tcW w:w="9520" w:type="dxa"/>
          </w:tcPr>
          <w:p w14:paraId="74BD6FAE" w14:textId="4DA9924B" w:rsidR="00B04224" w:rsidRPr="00AA35E8" w:rsidRDefault="00C44720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3. Nadpobudliwość psychoruchowa – ADHD (przyczyny, obraz kliniczny, diagnoza, postępowanie z dzieckiem z ADHD w szkole i w domu, terapia)</w:t>
            </w:r>
          </w:p>
        </w:tc>
      </w:tr>
      <w:tr w:rsidR="009518CA" w:rsidRPr="00AA35E8" w14:paraId="5E95BA46" w14:textId="77777777" w:rsidTr="00B04224">
        <w:tc>
          <w:tcPr>
            <w:tcW w:w="9520" w:type="dxa"/>
          </w:tcPr>
          <w:p w14:paraId="0C8ED533" w14:textId="344B219E" w:rsidR="009518CA" w:rsidRPr="00AA35E8" w:rsidRDefault="009518CA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4. Prawidłowe i dysfunkcjonalne funkcjonowanie systemu rodzinnego</w:t>
            </w:r>
          </w:p>
        </w:tc>
      </w:tr>
      <w:tr w:rsidR="009518CA" w:rsidRPr="00AA35E8" w14:paraId="026493CE" w14:textId="77777777" w:rsidTr="00B04224">
        <w:tc>
          <w:tcPr>
            <w:tcW w:w="9520" w:type="dxa"/>
          </w:tcPr>
          <w:p w14:paraId="31180AD6" w14:textId="0CC172D5" w:rsidR="009518CA" w:rsidRPr="00AA35E8" w:rsidRDefault="009518CA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5. Zaburzenia ze spektrum autyzmu (rodzaje, obraz kliniczny, diagnoza, terapia, postępowanie z</w:t>
            </w:r>
            <w:r w:rsidR="00AA35E8">
              <w:rPr>
                <w:rFonts w:ascii="Times New Roman" w:hAnsi="Times New Roman"/>
                <w:sz w:val="24"/>
                <w:szCs w:val="24"/>
              </w:rPr>
              <w:t> 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dzieckiem w szkole i w domu</w:t>
            </w:r>
            <w:r w:rsidR="0091077D" w:rsidRPr="00AA35E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518CA" w:rsidRPr="00AA35E8" w14:paraId="3F4E0CCA" w14:textId="77777777" w:rsidTr="00B04224">
        <w:tc>
          <w:tcPr>
            <w:tcW w:w="9520" w:type="dxa"/>
          </w:tcPr>
          <w:p w14:paraId="6786F411" w14:textId="3445B601" w:rsidR="009518CA" w:rsidRPr="00AA35E8" w:rsidRDefault="009518CA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6. Zaburzenia emocjonalne i lękowe (reaktywne zaburzenie przywiązania, lęk separacyjny, uogólnione zaburzenie lękowe, zaburzenie obsesyjno-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kompulsyjne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>, inne zaburzenia lękowe, ostra reakcja na stres, zaburzenia stresowe pourazowe, fobie dziecięce)</w:t>
            </w:r>
          </w:p>
        </w:tc>
      </w:tr>
      <w:tr w:rsidR="009518CA" w:rsidRPr="00AA35E8" w14:paraId="75500E12" w14:textId="77777777" w:rsidTr="00B04224">
        <w:tc>
          <w:tcPr>
            <w:tcW w:w="9520" w:type="dxa"/>
          </w:tcPr>
          <w:p w14:paraId="11E0BA19" w14:textId="262FE1DC" w:rsidR="009518CA" w:rsidRPr="00AA35E8" w:rsidRDefault="009518CA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7. Zaburzenia zachowania: zaburzenia opozycyjno-buntownicze, zaburzenia kontroli zachowania</w:t>
            </w:r>
          </w:p>
        </w:tc>
      </w:tr>
      <w:tr w:rsidR="009518CA" w:rsidRPr="00AA35E8" w14:paraId="6BA53C57" w14:textId="77777777" w:rsidTr="00B04224">
        <w:tc>
          <w:tcPr>
            <w:tcW w:w="9520" w:type="dxa"/>
          </w:tcPr>
          <w:p w14:paraId="1B38C333" w14:textId="75FD50F0" w:rsidR="009518CA" w:rsidRPr="00AA35E8" w:rsidRDefault="009518CA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8. Zaburzenia odżywiania się</w:t>
            </w:r>
          </w:p>
        </w:tc>
      </w:tr>
      <w:tr w:rsidR="009518CA" w:rsidRPr="00AA35E8" w14:paraId="11EED233" w14:textId="77777777" w:rsidTr="00B04224">
        <w:tc>
          <w:tcPr>
            <w:tcW w:w="9520" w:type="dxa"/>
          </w:tcPr>
          <w:p w14:paraId="3D08B404" w14:textId="14C06454" w:rsidR="009518CA" w:rsidRPr="00AA35E8" w:rsidRDefault="009518CA" w:rsidP="008D5FE2">
            <w:pPr>
              <w:pStyle w:val="Akapitzlist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9. Kolokwium</w:t>
            </w:r>
          </w:p>
        </w:tc>
      </w:tr>
    </w:tbl>
    <w:p w14:paraId="17E15880" w14:textId="77777777" w:rsidR="0085747A" w:rsidRPr="00AA35E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3B0CF2C7" w14:textId="77777777" w:rsidR="0085747A" w:rsidRPr="00AA35E8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AA35E8">
        <w:rPr>
          <w:smallCaps w:val="0"/>
          <w:szCs w:val="24"/>
        </w:rPr>
        <w:t>3.4 Metody dydaktyczne</w:t>
      </w:r>
      <w:r w:rsidRPr="00AA35E8">
        <w:rPr>
          <w:b w:val="0"/>
          <w:smallCaps w:val="0"/>
          <w:szCs w:val="24"/>
        </w:rPr>
        <w:t xml:space="preserve"> </w:t>
      </w:r>
    </w:p>
    <w:p w14:paraId="486A2DF9" w14:textId="3D00947A" w:rsidR="00E21E7D" w:rsidRPr="00AA35E8" w:rsidRDefault="00E21E7D" w:rsidP="009C54AE">
      <w:pPr>
        <w:pStyle w:val="Punktygwne"/>
        <w:spacing w:before="0" w:after="0"/>
        <w:jc w:val="both"/>
        <w:rPr>
          <w:sz w:val="20"/>
          <w:szCs w:val="20"/>
        </w:rPr>
      </w:pPr>
    </w:p>
    <w:p w14:paraId="0B3135A3" w14:textId="77777777" w:rsidR="0027693B" w:rsidRPr="00AA35E8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AA35E8">
        <w:rPr>
          <w:b w:val="0"/>
          <w:iCs/>
          <w:szCs w:val="24"/>
        </w:rPr>
        <w:t xml:space="preserve"> </w:t>
      </w:r>
      <w:r w:rsidRPr="00AA35E8">
        <w:rPr>
          <w:b w:val="0"/>
          <w:iCs/>
          <w:smallCaps w:val="0"/>
          <w:szCs w:val="24"/>
        </w:rPr>
        <w:t>W</w:t>
      </w:r>
      <w:r w:rsidR="0085747A" w:rsidRPr="00AA35E8">
        <w:rPr>
          <w:b w:val="0"/>
          <w:iCs/>
          <w:smallCaps w:val="0"/>
          <w:szCs w:val="24"/>
        </w:rPr>
        <w:t>ykład</w:t>
      </w:r>
      <w:r w:rsidRPr="00AA35E8">
        <w:rPr>
          <w:b w:val="0"/>
          <w:iCs/>
          <w:smallCaps w:val="0"/>
          <w:szCs w:val="24"/>
        </w:rPr>
        <w:t xml:space="preserve">: </w:t>
      </w:r>
      <w:r w:rsidR="0085747A" w:rsidRPr="00AA35E8">
        <w:rPr>
          <w:b w:val="0"/>
          <w:iCs/>
          <w:smallCaps w:val="0"/>
          <w:szCs w:val="24"/>
        </w:rPr>
        <w:t>wykład z prezentacją multimedialną</w:t>
      </w:r>
      <w:r w:rsidR="00923D7D" w:rsidRPr="00AA35E8">
        <w:rPr>
          <w:b w:val="0"/>
          <w:iCs/>
          <w:smallCaps w:val="0"/>
          <w:szCs w:val="24"/>
        </w:rPr>
        <w:t>,</w:t>
      </w:r>
    </w:p>
    <w:p w14:paraId="3679DB7C" w14:textId="34CF16D1" w:rsidR="0085747A" w:rsidRPr="00AA35E8" w:rsidRDefault="00153C41" w:rsidP="009C54AE">
      <w:pPr>
        <w:pStyle w:val="Punktygwne"/>
        <w:spacing w:before="0" w:after="0"/>
        <w:jc w:val="both"/>
        <w:rPr>
          <w:b w:val="0"/>
          <w:iCs/>
          <w:smallCaps w:val="0"/>
          <w:szCs w:val="24"/>
        </w:rPr>
      </w:pPr>
      <w:r w:rsidRPr="00AA35E8">
        <w:rPr>
          <w:b w:val="0"/>
          <w:iCs/>
          <w:smallCaps w:val="0"/>
          <w:szCs w:val="24"/>
        </w:rPr>
        <w:t xml:space="preserve">Ćwiczenia: </w:t>
      </w:r>
      <w:r w:rsidR="009F4610" w:rsidRPr="00AA35E8">
        <w:rPr>
          <w:b w:val="0"/>
          <w:iCs/>
          <w:smallCaps w:val="0"/>
          <w:szCs w:val="24"/>
        </w:rPr>
        <w:t xml:space="preserve">analiza </w:t>
      </w:r>
      <w:r w:rsidR="00923D7D" w:rsidRPr="00AA35E8">
        <w:rPr>
          <w:b w:val="0"/>
          <w:iCs/>
          <w:smallCaps w:val="0"/>
          <w:szCs w:val="24"/>
        </w:rPr>
        <w:t>tekstów z dyskusją,</w:t>
      </w:r>
      <w:r w:rsidR="0085747A" w:rsidRPr="00AA35E8">
        <w:rPr>
          <w:b w:val="0"/>
          <w:iCs/>
          <w:smallCaps w:val="0"/>
          <w:szCs w:val="24"/>
        </w:rPr>
        <w:t xml:space="preserve"> metoda projektów</w:t>
      </w:r>
      <w:r w:rsidR="00923D7D" w:rsidRPr="00AA35E8">
        <w:rPr>
          <w:b w:val="0"/>
          <w:iCs/>
          <w:smallCaps w:val="0"/>
          <w:szCs w:val="24"/>
        </w:rPr>
        <w:t xml:space="preserve"> </w:t>
      </w:r>
      <w:r w:rsidR="0085747A" w:rsidRPr="00AA35E8">
        <w:rPr>
          <w:b w:val="0"/>
          <w:iCs/>
          <w:smallCaps w:val="0"/>
          <w:szCs w:val="24"/>
        </w:rPr>
        <w:t>(projekt badawcz</w:t>
      </w:r>
      <w:r w:rsidR="0027693B" w:rsidRPr="00AA35E8">
        <w:rPr>
          <w:b w:val="0"/>
          <w:iCs/>
          <w:smallCaps w:val="0"/>
          <w:szCs w:val="24"/>
        </w:rPr>
        <w:t>y</w:t>
      </w:r>
      <w:r w:rsidR="0071620A" w:rsidRPr="00AA35E8">
        <w:rPr>
          <w:b w:val="0"/>
          <w:iCs/>
          <w:smallCaps w:val="0"/>
          <w:szCs w:val="24"/>
        </w:rPr>
        <w:t>),</w:t>
      </w:r>
      <w:r w:rsidR="001718A7" w:rsidRPr="00AA35E8">
        <w:rPr>
          <w:b w:val="0"/>
          <w:iCs/>
          <w:smallCaps w:val="0"/>
          <w:szCs w:val="24"/>
        </w:rPr>
        <w:t xml:space="preserve"> praca w </w:t>
      </w:r>
      <w:r w:rsidR="0085747A" w:rsidRPr="00AA35E8">
        <w:rPr>
          <w:b w:val="0"/>
          <w:iCs/>
          <w:smallCaps w:val="0"/>
          <w:szCs w:val="24"/>
        </w:rPr>
        <w:t>grupach</w:t>
      </w:r>
      <w:r w:rsidR="0071620A" w:rsidRPr="00AA35E8">
        <w:rPr>
          <w:b w:val="0"/>
          <w:iCs/>
          <w:smallCaps w:val="0"/>
          <w:szCs w:val="24"/>
        </w:rPr>
        <w:t xml:space="preserve"> (</w:t>
      </w:r>
      <w:r w:rsidR="0085747A" w:rsidRPr="00AA35E8">
        <w:rPr>
          <w:b w:val="0"/>
          <w:iCs/>
          <w:smallCaps w:val="0"/>
          <w:szCs w:val="24"/>
        </w:rPr>
        <w:t>rozwiązywanie zadań</w:t>
      </w:r>
      <w:r w:rsidR="0071620A" w:rsidRPr="00AA35E8">
        <w:rPr>
          <w:b w:val="0"/>
          <w:iCs/>
          <w:smallCaps w:val="0"/>
          <w:szCs w:val="24"/>
        </w:rPr>
        <w:t>,</w:t>
      </w:r>
      <w:r w:rsidR="0085747A" w:rsidRPr="00AA35E8">
        <w:rPr>
          <w:b w:val="0"/>
          <w:iCs/>
          <w:smallCaps w:val="0"/>
          <w:szCs w:val="24"/>
        </w:rPr>
        <w:t xml:space="preserve"> dyskusja</w:t>
      </w:r>
      <w:r w:rsidR="0071620A" w:rsidRPr="00AA35E8">
        <w:rPr>
          <w:b w:val="0"/>
          <w:iCs/>
          <w:smallCaps w:val="0"/>
          <w:szCs w:val="24"/>
        </w:rPr>
        <w:t>)</w:t>
      </w:r>
      <w:r w:rsidR="00BF2C41" w:rsidRPr="00AA35E8">
        <w:rPr>
          <w:b w:val="0"/>
          <w:iCs/>
          <w:smallCaps w:val="0"/>
          <w:szCs w:val="24"/>
        </w:rPr>
        <w:t xml:space="preserve"> </w:t>
      </w:r>
    </w:p>
    <w:p w14:paraId="7BE5E4C8" w14:textId="77777777" w:rsidR="0085747A" w:rsidRPr="00AA35E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7EB7F74" w14:textId="77777777" w:rsidR="00E960BB" w:rsidRPr="00AA35E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70853671" w14:textId="745F034F" w:rsidR="0085747A" w:rsidRPr="00AA35E8" w:rsidRDefault="00AA35E8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>
        <w:rPr>
          <w:smallCaps w:val="0"/>
          <w:szCs w:val="24"/>
        </w:rPr>
        <w:br w:type="column"/>
      </w:r>
      <w:r w:rsidR="00C61DC5" w:rsidRPr="00AA35E8">
        <w:rPr>
          <w:smallCaps w:val="0"/>
          <w:szCs w:val="24"/>
        </w:rPr>
        <w:lastRenderedPageBreak/>
        <w:t xml:space="preserve">4. </w:t>
      </w:r>
      <w:r w:rsidR="0085747A" w:rsidRPr="00AA35E8">
        <w:rPr>
          <w:smallCaps w:val="0"/>
          <w:szCs w:val="24"/>
        </w:rPr>
        <w:t>METODY I KRYTERIA OCENY</w:t>
      </w:r>
      <w:r w:rsidR="009F4610" w:rsidRPr="00AA35E8">
        <w:rPr>
          <w:smallCaps w:val="0"/>
          <w:szCs w:val="24"/>
        </w:rPr>
        <w:t xml:space="preserve"> </w:t>
      </w:r>
    </w:p>
    <w:p w14:paraId="41867AD2" w14:textId="77777777" w:rsidR="00923D7D" w:rsidRPr="00AA35E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F22A82C" w14:textId="77777777" w:rsidR="0085747A" w:rsidRPr="00AA35E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AA35E8">
        <w:rPr>
          <w:smallCaps w:val="0"/>
          <w:szCs w:val="24"/>
        </w:rPr>
        <w:t xml:space="preserve">4.1 Sposoby weryfikacji efektów </w:t>
      </w:r>
      <w:r w:rsidR="00C05F44" w:rsidRPr="00AA35E8">
        <w:rPr>
          <w:smallCaps w:val="0"/>
          <w:szCs w:val="24"/>
        </w:rPr>
        <w:t>uczenia się</w:t>
      </w:r>
    </w:p>
    <w:p w14:paraId="4F9A90AD" w14:textId="77777777" w:rsidR="0085747A" w:rsidRPr="00AA35E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35E8" w14:paraId="0DD4ED5F" w14:textId="77777777" w:rsidTr="00E33873">
        <w:tc>
          <w:tcPr>
            <w:tcW w:w="1962" w:type="dxa"/>
            <w:vAlign w:val="center"/>
          </w:tcPr>
          <w:p w14:paraId="77AD1DE0" w14:textId="77777777" w:rsidR="0085747A" w:rsidRPr="00AA35E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602332" w14:textId="7B8D56FF" w:rsidR="0085747A" w:rsidRPr="00AA35E8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342A4" w:rsidRPr="00AA35E8">
              <w:rPr>
                <w:b w:val="0"/>
                <w:smallCaps w:val="0"/>
                <w:color w:val="000000"/>
                <w:szCs w:val="24"/>
              </w:rPr>
              <w:t>się</w:t>
            </w:r>
          </w:p>
          <w:p w14:paraId="4E3302B7" w14:textId="77777777" w:rsidR="0085747A" w:rsidRPr="00AA35E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AA35E8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FC003F" w14:textId="77777777" w:rsidR="00923D7D" w:rsidRPr="00AA35E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7FA23B96" w14:textId="784F7CA1" w:rsidR="0085747A" w:rsidRPr="00AA35E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(w, ćw</w:t>
            </w:r>
            <w:r w:rsidR="007342A4">
              <w:rPr>
                <w:b w:val="0"/>
                <w:smallCaps w:val="0"/>
                <w:szCs w:val="24"/>
              </w:rPr>
              <w:t>.</w:t>
            </w:r>
            <w:r w:rsidRPr="00AA35E8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85747A" w:rsidRPr="00AA35E8" w14:paraId="1936F01A" w14:textId="77777777" w:rsidTr="00E33873">
        <w:tc>
          <w:tcPr>
            <w:tcW w:w="1962" w:type="dxa"/>
          </w:tcPr>
          <w:p w14:paraId="3CA2FD00" w14:textId="77777777" w:rsidR="0085747A" w:rsidRPr="00AA35E8" w:rsidRDefault="0085747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AA35E8">
              <w:rPr>
                <w:b w:val="0"/>
                <w:szCs w:val="24"/>
              </w:rPr>
              <w:t>ek</w:t>
            </w:r>
            <w:proofErr w:type="spellEnd"/>
            <w:r w:rsidRPr="00AA35E8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D0B846" w14:textId="0C144952" w:rsidR="0085747A" w:rsidRPr="00AA35E8" w:rsidRDefault="005B1E91" w:rsidP="009C54AE">
            <w:pPr>
              <w:pStyle w:val="Punktygwne"/>
              <w:spacing w:before="0" w:after="0"/>
              <w:rPr>
                <w:b w:val="0"/>
                <w:strike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3A3604" w14:textId="1EF9B07E" w:rsidR="0085747A" w:rsidRPr="00AA35E8" w:rsidRDefault="005B1E91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AA35E8" w14:paraId="3CCFA934" w14:textId="77777777" w:rsidTr="00E33873">
        <w:tc>
          <w:tcPr>
            <w:tcW w:w="1962" w:type="dxa"/>
          </w:tcPr>
          <w:p w14:paraId="6BA5D535" w14:textId="77777777" w:rsidR="0085747A" w:rsidRPr="00AA35E8" w:rsidRDefault="0085747A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3F14232" w14:textId="2B7DD09A" w:rsidR="00AB3200" w:rsidRPr="00AA35E8" w:rsidRDefault="00AB3200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856063" w14:textId="0F2637F9" w:rsidR="0085747A" w:rsidRPr="00AA35E8" w:rsidRDefault="00737B0D" w:rsidP="009C54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w</w:t>
            </w:r>
            <w:r w:rsidR="00AB3200" w:rsidRPr="00AA35E8">
              <w:rPr>
                <w:b w:val="0"/>
                <w:smallCaps w:val="0"/>
                <w:color w:val="000000"/>
                <w:szCs w:val="24"/>
              </w:rPr>
              <w:t>ykład</w:t>
            </w:r>
            <w:r w:rsidRPr="00AA35E8">
              <w:rPr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E33873" w:rsidRPr="00AA35E8" w14:paraId="7E450DE5" w14:textId="77777777" w:rsidTr="00E33873">
        <w:tc>
          <w:tcPr>
            <w:tcW w:w="1962" w:type="dxa"/>
          </w:tcPr>
          <w:p w14:paraId="30B04695" w14:textId="16E2D347" w:rsidR="00E33873" w:rsidRPr="00AA35E8" w:rsidRDefault="00E33873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59092E6" w14:textId="484DB2DC" w:rsidR="00E33873" w:rsidRPr="00AA35E8" w:rsidRDefault="004143ED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607A6A" w14:textId="407B3002" w:rsidR="00E33873" w:rsidRPr="00AA35E8" w:rsidRDefault="004143ED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33873" w:rsidRPr="00AA35E8" w14:paraId="2755C825" w14:textId="77777777" w:rsidTr="00E33873">
        <w:tc>
          <w:tcPr>
            <w:tcW w:w="1962" w:type="dxa"/>
          </w:tcPr>
          <w:p w14:paraId="3A32FEC8" w14:textId="43A556E3" w:rsidR="00E33873" w:rsidRPr="00AA35E8" w:rsidRDefault="00E33873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1650A68" w14:textId="5F74FE54" w:rsidR="00E33873" w:rsidRPr="00AA35E8" w:rsidRDefault="00C3556D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C4D2A20" w14:textId="16D07163" w:rsidR="00E33873" w:rsidRPr="00AA35E8" w:rsidRDefault="00C3556D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33873" w:rsidRPr="00AA35E8" w14:paraId="32DFCA28" w14:textId="77777777" w:rsidTr="00E33873">
        <w:tc>
          <w:tcPr>
            <w:tcW w:w="1962" w:type="dxa"/>
          </w:tcPr>
          <w:p w14:paraId="43055519" w14:textId="45FA5E2C" w:rsidR="00E33873" w:rsidRPr="00AA35E8" w:rsidRDefault="00E33873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E9E793F" w14:textId="300CA5F4" w:rsidR="00E33873" w:rsidRPr="00AA35E8" w:rsidRDefault="00E7532C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09E4592" w14:textId="69EFC7F9" w:rsidR="00E33873" w:rsidRPr="00AA35E8" w:rsidRDefault="00E7532C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E33873" w:rsidRPr="00AA35E8" w14:paraId="203DEEE8" w14:textId="77777777" w:rsidTr="00E33873">
        <w:tc>
          <w:tcPr>
            <w:tcW w:w="1962" w:type="dxa"/>
          </w:tcPr>
          <w:p w14:paraId="4E5B2B62" w14:textId="41608FC7" w:rsidR="00E33873" w:rsidRPr="00AA35E8" w:rsidRDefault="00E33873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1A9C3A0D" w14:textId="03FC4AE8" w:rsidR="00E33873" w:rsidRPr="00AA35E8" w:rsidRDefault="00884921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projekt, kolokwium</w:t>
            </w:r>
          </w:p>
        </w:tc>
        <w:tc>
          <w:tcPr>
            <w:tcW w:w="2117" w:type="dxa"/>
          </w:tcPr>
          <w:p w14:paraId="766BCA54" w14:textId="7287CB90" w:rsidR="00E33873" w:rsidRPr="00AA35E8" w:rsidRDefault="00884921" w:rsidP="00E33873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059B17AC" w14:textId="77777777" w:rsidR="00923D7D" w:rsidRPr="00AA35E8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29E7C48D" w14:textId="77777777" w:rsidR="0085747A" w:rsidRPr="00AA35E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AA35E8">
        <w:rPr>
          <w:smallCaps w:val="0"/>
          <w:szCs w:val="24"/>
        </w:rPr>
        <w:t xml:space="preserve">4.2 </w:t>
      </w:r>
      <w:r w:rsidR="0085747A" w:rsidRPr="00AA35E8">
        <w:rPr>
          <w:smallCaps w:val="0"/>
          <w:szCs w:val="24"/>
        </w:rPr>
        <w:t>Warunki zaliczenia przedmiotu (kryteria oceniania)</w:t>
      </w:r>
      <w:r w:rsidR="00923D7D" w:rsidRPr="00AA35E8">
        <w:rPr>
          <w:smallCaps w:val="0"/>
          <w:szCs w:val="24"/>
        </w:rPr>
        <w:t xml:space="preserve"> </w:t>
      </w:r>
    </w:p>
    <w:p w14:paraId="3B6C2F5D" w14:textId="77777777" w:rsidR="00923D7D" w:rsidRPr="00AA35E8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35E8" w14:paraId="2F19883D" w14:textId="77777777" w:rsidTr="00923D7D">
        <w:tc>
          <w:tcPr>
            <w:tcW w:w="9670" w:type="dxa"/>
          </w:tcPr>
          <w:p w14:paraId="7DD66369" w14:textId="1D6DEAEC" w:rsidR="00103210" w:rsidRPr="00AA35E8" w:rsidRDefault="00103210" w:rsidP="0010321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 xml:space="preserve">Wykład: zaliczenie w formie kolokwium </w:t>
            </w:r>
          </w:p>
          <w:p w14:paraId="1B6FE7BA" w14:textId="7C0ED4CC" w:rsidR="0085747A" w:rsidRPr="00AA35E8" w:rsidRDefault="00103210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Ćwiczenia: obecność na zajęciach, kolokwium, praca projektowa</w:t>
            </w:r>
          </w:p>
        </w:tc>
      </w:tr>
    </w:tbl>
    <w:p w14:paraId="018C6973" w14:textId="77777777" w:rsidR="0085747A" w:rsidRPr="00AA35E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2B619BA" w14:textId="776550F2" w:rsidR="009F4610" w:rsidRPr="00AA35E8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AA35E8">
        <w:rPr>
          <w:rFonts w:ascii="Times New Roman" w:hAnsi="Times New Roman"/>
          <w:b/>
          <w:sz w:val="24"/>
          <w:szCs w:val="24"/>
        </w:rPr>
        <w:t>5.</w:t>
      </w:r>
      <w:r w:rsidR="00AA35E8">
        <w:rPr>
          <w:rFonts w:ascii="Times New Roman" w:hAnsi="Times New Roman"/>
          <w:b/>
          <w:sz w:val="24"/>
          <w:szCs w:val="24"/>
        </w:rPr>
        <w:tab/>
      </w:r>
      <w:r w:rsidR="00C61DC5" w:rsidRPr="00AA35E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05A9D9" w14:textId="77777777" w:rsidR="0085747A" w:rsidRPr="00AA35E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AA35E8" w14:paraId="59646E95" w14:textId="77777777" w:rsidTr="003E1941">
        <w:tc>
          <w:tcPr>
            <w:tcW w:w="4962" w:type="dxa"/>
            <w:vAlign w:val="center"/>
          </w:tcPr>
          <w:p w14:paraId="3751AE6D" w14:textId="77777777" w:rsidR="0085747A" w:rsidRPr="00AA35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5E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AA35E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AA35E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9D6CD1" w14:textId="77777777" w:rsidR="0085747A" w:rsidRPr="00AA35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5E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AA35E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AA35E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35E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35E8" w14:paraId="68E0E4E1" w14:textId="77777777" w:rsidTr="00923D7D">
        <w:tc>
          <w:tcPr>
            <w:tcW w:w="4962" w:type="dxa"/>
          </w:tcPr>
          <w:p w14:paraId="7CF3301A" w14:textId="77777777" w:rsidR="0085747A" w:rsidRPr="00AA35E8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AA35E8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AA35E8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AA3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747A" w:rsidRPr="00AA35E8">
              <w:rPr>
                <w:rFonts w:ascii="Times New Roman" w:hAnsi="Times New Roman"/>
              </w:rPr>
              <w:t>z</w:t>
            </w:r>
            <w:r w:rsidR="009C1331" w:rsidRPr="00AA35E8">
              <w:rPr>
                <w:rFonts w:ascii="Times New Roman" w:hAnsi="Times New Roman"/>
              </w:rPr>
              <w:t> </w:t>
            </w:r>
            <w:r w:rsidR="0045729E" w:rsidRPr="00AA35E8">
              <w:rPr>
                <w:rFonts w:ascii="Times New Roman" w:hAnsi="Times New Roman"/>
              </w:rPr>
              <w:t>harmonogramu</w:t>
            </w:r>
            <w:r w:rsidR="0085747A" w:rsidRPr="00AA3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AA3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895DD1" w14:textId="1AE298E8" w:rsidR="0085747A" w:rsidRPr="00AA35E8" w:rsidRDefault="00103210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5E8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C61DC5" w:rsidRPr="00AA35E8" w14:paraId="1FC4A47D" w14:textId="77777777" w:rsidTr="00923D7D">
        <w:tc>
          <w:tcPr>
            <w:tcW w:w="4962" w:type="dxa"/>
          </w:tcPr>
          <w:p w14:paraId="16B9704B" w14:textId="77777777" w:rsidR="00C61DC5" w:rsidRPr="00AA35E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AA35E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6315BDF1" w14:textId="333AD207" w:rsidR="00C61DC5" w:rsidRPr="00AA35E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424B871" w14:textId="6AE1E2B8" w:rsidR="00C61DC5" w:rsidRPr="00AA35E8" w:rsidRDefault="00973301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1DC5" w:rsidRPr="00AA35E8" w14:paraId="593FC68D" w14:textId="77777777" w:rsidTr="00923D7D">
        <w:tc>
          <w:tcPr>
            <w:tcW w:w="4962" w:type="dxa"/>
          </w:tcPr>
          <w:p w14:paraId="55E7164B" w14:textId="77777777" w:rsidR="0071620A" w:rsidRPr="00AA35E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14:paraId="1D4F0EA5" w14:textId="11481A8E" w:rsidR="00C61DC5" w:rsidRPr="00AA35E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 xml:space="preserve">(przygotowanie do zajęć, </w:t>
            </w:r>
            <w:r w:rsidR="008D5FE2" w:rsidRPr="00AA35E8">
              <w:rPr>
                <w:rFonts w:ascii="Times New Roman" w:hAnsi="Times New Roman"/>
                <w:sz w:val="24"/>
                <w:szCs w:val="24"/>
              </w:rPr>
              <w:t>przygotowanie do kolokwium, napisanie pracy projektowej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F189C8" w14:textId="49F82C85" w:rsidR="00C61DC5" w:rsidRPr="00AA35E8" w:rsidRDefault="00973301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85747A" w:rsidRPr="00AA35E8" w14:paraId="19EE9276" w14:textId="77777777" w:rsidTr="00923D7D">
        <w:tc>
          <w:tcPr>
            <w:tcW w:w="4962" w:type="dxa"/>
          </w:tcPr>
          <w:p w14:paraId="7EB0E3AA" w14:textId="77777777" w:rsidR="0085747A" w:rsidRPr="00AA35E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1AE5CB" w14:textId="7474FF07" w:rsidR="0085747A" w:rsidRPr="00AA35E8" w:rsidRDefault="00973301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85747A" w:rsidRPr="00AA35E8" w14:paraId="35014809" w14:textId="77777777" w:rsidTr="00923D7D">
        <w:tc>
          <w:tcPr>
            <w:tcW w:w="4962" w:type="dxa"/>
          </w:tcPr>
          <w:p w14:paraId="70757A0D" w14:textId="77777777" w:rsidR="0085747A" w:rsidRPr="00AA35E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35E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D845F9" w14:textId="77777777" w:rsidR="0085747A" w:rsidRPr="00AA35E8" w:rsidRDefault="00884B8A" w:rsidP="00941CE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5E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0D354E4D" w14:textId="77777777" w:rsidR="0085747A" w:rsidRPr="00AA35E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AA35E8">
        <w:rPr>
          <w:b w:val="0"/>
          <w:i/>
          <w:smallCaps w:val="0"/>
          <w:szCs w:val="24"/>
        </w:rPr>
        <w:t xml:space="preserve">* </w:t>
      </w:r>
      <w:r w:rsidR="00C61DC5" w:rsidRPr="00AA35E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988F5" w14:textId="77777777" w:rsidR="003E1941" w:rsidRPr="00AA35E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75D8068D" w14:textId="77777777" w:rsidR="0085747A" w:rsidRPr="00AA35E8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AA35E8">
        <w:rPr>
          <w:smallCaps w:val="0"/>
          <w:szCs w:val="24"/>
        </w:rPr>
        <w:t xml:space="preserve">6. </w:t>
      </w:r>
      <w:r w:rsidR="0085747A" w:rsidRPr="00AA35E8">
        <w:rPr>
          <w:smallCaps w:val="0"/>
          <w:szCs w:val="24"/>
        </w:rPr>
        <w:t>PRAKTYKI ZAWO</w:t>
      </w:r>
      <w:r w:rsidR="009C1331" w:rsidRPr="00AA35E8">
        <w:rPr>
          <w:smallCaps w:val="0"/>
          <w:szCs w:val="24"/>
        </w:rPr>
        <w:t>DOWE W RAMACH PRZEDMIOTU</w:t>
      </w:r>
    </w:p>
    <w:p w14:paraId="7B805078" w14:textId="77777777" w:rsidR="0085747A" w:rsidRPr="00AA35E8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A35E8" w14:paraId="2D089D55" w14:textId="77777777" w:rsidTr="00AA35E8">
        <w:trPr>
          <w:trHeight w:val="397"/>
        </w:trPr>
        <w:tc>
          <w:tcPr>
            <w:tcW w:w="3544" w:type="dxa"/>
          </w:tcPr>
          <w:p w14:paraId="049C188A" w14:textId="77777777" w:rsidR="0085747A" w:rsidRPr="00AA35E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3660CDE" w14:textId="77777777" w:rsidR="0085747A" w:rsidRPr="00AA35E8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AA35E8">
              <w:rPr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A35E8" w14:paraId="25ADF654" w14:textId="77777777" w:rsidTr="00AA35E8">
        <w:trPr>
          <w:trHeight w:val="397"/>
        </w:trPr>
        <w:tc>
          <w:tcPr>
            <w:tcW w:w="3544" w:type="dxa"/>
          </w:tcPr>
          <w:p w14:paraId="3E8882F2" w14:textId="77777777" w:rsidR="0085747A" w:rsidRPr="00AA35E8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614592E" w14:textId="77777777" w:rsidR="0085747A" w:rsidRPr="00AA35E8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AA35E8">
              <w:rPr>
                <w:b w:val="0"/>
                <w:smallCaps w:val="0"/>
                <w:szCs w:val="24"/>
              </w:rPr>
              <w:t>Nie dotyczy</w:t>
            </w:r>
          </w:p>
        </w:tc>
      </w:tr>
    </w:tbl>
    <w:p w14:paraId="1DCFCC56" w14:textId="77777777" w:rsidR="003E1941" w:rsidRPr="00AA35E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47DEAE39" w14:textId="77777777" w:rsidR="0085747A" w:rsidRPr="00AA35E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AA35E8">
        <w:rPr>
          <w:smallCaps w:val="0"/>
          <w:szCs w:val="24"/>
        </w:rPr>
        <w:t xml:space="preserve">7. </w:t>
      </w:r>
      <w:r w:rsidR="0085747A" w:rsidRPr="00AA35E8">
        <w:rPr>
          <w:smallCaps w:val="0"/>
          <w:szCs w:val="24"/>
        </w:rPr>
        <w:t>LITERATURA</w:t>
      </w:r>
      <w:r w:rsidRPr="00AA35E8">
        <w:rPr>
          <w:smallCaps w:val="0"/>
          <w:szCs w:val="24"/>
        </w:rPr>
        <w:t xml:space="preserve"> </w:t>
      </w:r>
    </w:p>
    <w:p w14:paraId="44CE9646" w14:textId="77777777" w:rsidR="00675843" w:rsidRPr="00AA35E8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A35E8" w14:paraId="60EBAD07" w14:textId="77777777" w:rsidTr="00AA35E8">
        <w:trPr>
          <w:trHeight w:val="397"/>
        </w:trPr>
        <w:tc>
          <w:tcPr>
            <w:tcW w:w="7513" w:type="dxa"/>
          </w:tcPr>
          <w:p w14:paraId="5099D455" w14:textId="77EBA6B3" w:rsidR="0085747A" w:rsidRPr="00AA35E8" w:rsidRDefault="0085747A" w:rsidP="008D5FE2">
            <w:pPr>
              <w:pStyle w:val="Punktygwne"/>
              <w:spacing w:before="0" w:after="0" w:line="276" w:lineRule="auto"/>
              <w:contextualSpacing/>
              <w:rPr>
                <w:smallCaps w:val="0"/>
                <w:szCs w:val="24"/>
              </w:rPr>
            </w:pPr>
            <w:r w:rsidRPr="00AA35E8">
              <w:rPr>
                <w:smallCaps w:val="0"/>
                <w:szCs w:val="24"/>
              </w:rPr>
              <w:t>Literatura podstawowa:</w:t>
            </w:r>
          </w:p>
          <w:p w14:paraId="26672354" w14:textId="77777777" w:rsidR="00AA35E8" w:rsidRPr="00AA35E8" w:rsidRDefault="00AA35E8" w:rsidP="008D5FE2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Cs w:val="24"/>
              </w:rPr>
            </w:pPr>
          </w:p>
          <w:p w14:paraId="3873A98E" w14:textId="162F7395" w:rsidR="004408EF" w:rsidRPr="00AA35E8" w:rsidRDefault="004408EF" w:rsidP="008D5FE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Pasternak J., Perenc L.,</w:t>
            </w:r>
            <w:r w:rsidR="008D5FE2" w:rsidRPr="00AA3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Radochoński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M. Podstawy psychopatologii dla pedagogów. Wydawnictwo UR, Rzeszów, 2017.</w:t>
            </w:r>
          </w:p>
          <w:p w14:paraId="52188A9E" w14:textId="77777777" w:rsidR="001328D8" w:rsidRPr="00AA35E8" w:rsidRDefault="001328D8" w:rsidP="008D5FE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lastRenderedPageBreak/>
              <w:t>Gajdowie M i M. Rodzice w akcji. Jak przekazywać dzieciom wartości. Częstochowa, Edycja Świętego Pawła, 2010.</w:t>
            </w:r>
          </w:p>
          <w:p w14:paraId="483C7CE9" w14:textId="2E5779F8" w:rsidR="004408EF" w:rsidRPr="00AA35E8" w:rsidRDefault="004408EF" w:rsidP="008D5FE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Gmitrowicz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A., Janas-Kozik M. Zaburzenia psychiczne dzieci i młodzieży. Warszawa,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Medical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Tribune, 2018.</w:t>
            </w:r>
          </w:p>
          <w:p w14:paraId="23081195" w14:textId="77777777" w:rsidR="001328D8" w:rsidRPr="00AA35E8" w:rsidRDefault="001328D8" w:rsidP="008D5FE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>Kazdin</w:t>
            </w:r>
            <w:proofErr w:type="spellEnd"/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 xml:space="preserve"> A. </w:t>
            </w:r>
            <w:proofErr w:type="spellStart"/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>Weisz</w:t>
            </w:r>
            <w:proofErr w:type="spellEnd"/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 xml:space="preserve"> J. -  Psychoterapia dzieci i młodzieży. Kraków, Wyd. UJ, 2006.</w:t>
            </w:r>
          </w:p>
          <w:p w14:paraId="07974AA3" w14:textId="77777777" w:rsidR="001328D8" w:rsidRPr="00AA35E8" w:rsidRDefault="001328D8" w:rsidP="008D5FE2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>Kendall P.C. Zaburzenia okresu dzieciństwa i adolescencji. Mechanizmy zaburzeń i techniki terapeutyczne. GWP, Gdańsk, 2004.</w:t>
            </w:r>
          </w:p>
          <w:p w14:paraId="0B64D274" w14:textId="3924F054" w:rsidR="0091077D" w:rsidRPr="00AA35E8" w:rsidRDefault="0091077D" w:rsidP="008D5FE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 xml:space="preserve">Kołakowski A. ADHD - zespół nadpobudliwości psychoruchowej: przewodnik dla rodziców i wychowawców. Gdańskie Wydawnictwo Psychologiczne, Sopot, 2012. </w:t>
            </w:r>
          </w:p>
          <w:p w14:paraId="35EA6383" w14:textId="026D60BD" w:rsidR="0091077D" w:rsidRPr="00AA35E8" w:rsidRDefault="0091077D" w:rsidP="008D5FE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Marcelli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D. Psychopatologia wieku dziecięcego. Wrocław,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Elsevier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Urban &amp; Partner, 2013.</w:t>
            </w:r>
          </w:p>
          <w:p w14:paraId="5390C5B1" w14:textId="77777777" w:rsidR="004408EF" w:rsidRPr="00AA35E8" w:rsidRDefault="004408EF" w:rsidP="008D5FE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5E8">
              <w:rPr>
                <w:rFonts w:ascii="Times New Roman" w:hAnsi="Times New Roman"/>
                <w:sz w:val="24"/>
                <w:szCs w:val="24"/>
                <w:lang w:val="en-US"/>
              </w:rPr>
              <w:t>Rosenhan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D.L. Walker E.F., Seligman M.E.P.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  <w:lang w:val="en-US"/>
              </w:rPr>
              <w:t>Psychopatologia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Zysk i S-ka, Poznań, 2017</w:t>
            </w:r>
          </w:p>
          <w:p w14:paraId="662910E6" w14:textId="77777777" w:rsidR="004408EF" w:rsidRPr="00AA35E8" w:rsidRDefault="004408EF" w:rsidP="008D5FE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Sęk H. (red). Psychologia kliniczna t 1 i 2. PWN, Warszawa, 2013.</w:t>
            </w:r>
          </w:p>
          <w:p w14:paraId="507A22AB" w14:textId="77777777" w:rsidR="004408EF" w:rsidRPr="00AA35E8" w:rsidRDefault="004408EF" w:rsidP="008D5FE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>Sęk H. – Wprowadzenie do psychologii klinicznej. W-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wa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>, Wydawnictwo Naukowe SCHOLAR, 2012.</w:t>
            </w:r>
          </w:p>
          <w:p w14:paraId="4467E5E7" w14:textId="46DB19D9" w:rsidR="004408EF" w:rsidRPr="00AA35E8" w:rsidRDefault="004408EF" w:rsidP="001328D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 xml:space="preserve">Zasępa E, Gałkowski T. Oblicza psychologii klinicznej. Gdańsk, Gdańskie Wydawnictwo Psychologiczne, 2014. </w:t>
            </w:r>
          </w:p>
        </w:tc>
      </w:tr>
      <w:tr w:rsidR="0085747A" w:rsidRPr="00AA35E8" w14:paraId="2ADEDAF7" w14:textId="77777777" w:rsidTr="00AA35E8">
        <w:trPr>
          <w:trHeight w:val="397"/>
        </w:trPr>
        <w:tc>
          <w:tcPr>
            <w:tcW w:w="7513" w:type="dxa"/>
          </w:tcPr>
          <w:p w14:paraId="5F32016E" w14:textId="5DC3228F" w:rsidR="005F3170" w:rsidRPr="00AA35E8" w:rsidRDefault="0085747A" w:rsidP="009C54AE">
            <w:pPr>
              <w:pStyle w:val="Punktygwne"/>
              <w:spacing w:before="0" w:after="0"/>
              <w:rPr>
                <w:smallCaps w:val="0"/>
                <w:szCs w:val="24"/>
              </w:rPr>
            </w:pPr>
            <w:r w:rsidRPr="00AA35E8">
              <w:rPr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211A802" w14:textId="77777777" w:rsidR="00AA35E8" w:rsidRPr="00AA35E8" w:rsidRDefault="00AA35E8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09CE211B" w14:textId="030276A2" w:rsidR="001328D8" w:rsidRPr="00AA35E8" w:rsidRDefault="001328D8" w:rsidP="008D5FE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 xml:space="preserve">Carson R., </w:t>
            </w:r>
            <w:proofErr w:type="spellStart"/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>Butcher</w:t>
            </w:r>
            <w:proofErr w:type="spellEnd"/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 xml:space="preserve"> J.R., </w:t>
            </w:r>
            <w:proofErr w:type="spellStart"/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>Mineka</w:t>
            </w:r>
            <w:proofErr w:type="spellEnd"/>
            <w:r w:rsidRPr="00AA35E8">
              <w:rPr>
                <w:rFonts w:ascii="Times New Roman" w:hAnsi="Times New Roman"/>
                <w:bCs/>
                <w:sz w:val="24"/>
                <w:szCs w:val="24"/>
              </w:rPr>
              <w:t xml:space="preserve"> S. Psychologia zaburzeń. Człowiek we współczesnym świecie. GWP, Gdańsk 2003.</w:t>
            </w:r>
          </w:p>
          <w:p w14:paraId="3EEAD3B8" w14:textId="33A2B9B0" w:rsidR="000250C5" w:rsidRPr="00AA35E8" w:rsidRDefault="000250C5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Cierpiałkowska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L. Psychopatologia. Warszawa, Wydawnictwo Naukowe SCHOLAR, 2018.</w:t>
            </w:r>
          </w:p>
          <w:p w14:paraId="65649339" w14:textId="275A3BE6" w:rsidR="000250C5" w:rsidRPr="00AA35E8" w:rsidRDefault="000250C5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Jablow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M. Anoreksja, bulimia, otyłość. GWP, Gdańsk, 2000.</w:t>
            </w:r>
          </w:p>
          <w:p w14:paraId="042AD462" w14:textId="77777777" w:rsidR="000250C5" w:rsidRPr="00AA35E8" w:rsidRDefault="000250C5" w:rsidP="008D5F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Kleszcz-Szczyrba R. „Witraże w ciemności”, czyli o przedwczesnej śmierci dziecka. Wydawnictwo Św. Jacka, Katowice, 2014.</w:t>
            </w:r>
          </w:p>
          <w:p w14:paraId="2A2355AD" w14:textId="77777777" w:rsidR="000250C5" w:rsidRPr="00AA35E8" w:rsidRDefault="000250C5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Namysłowska I. (red.). Psychiatria dzieci i młodzieży. Wydawnictwo Lekarskie PZWL, Warszawa, 2012.</w:t>
            </w:r>
          </w:p>
          <w:p w14:paraId="4F2B879A" w14:textId="77777777" w:rsidR="000250C5" w:rsidRPr="00AA35E8" w:rsidRDefault="000250C5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Radziwiłłowicz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W.,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Sumiła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A. Psychopatologia okresu dorastania. Oficyna wydawnicza „Impuls”, Kraków, 2006.</w:t>
            </w:r>
          </w:p>
          <w:p w14:paraId="51ED60CD" w14:textId="3C9D8BA1" w:rsidR="000250C5" w:rsidRPr="00AA35E8" w:rsidRDefault="000250C5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Randall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P.</w:t>
            </w:r>
            <w:r w:rsidR="008D5FE2" w:rsidRPr="00AA35E8">
              <w:rPr>
                <w:rFonts w:ascii="Times New Roman" w:hAnsi="Times New Roman"/>
                <w:sz w:val="24"/>
                <w:szCs w:val="24"/>
              </w:rPr>
              <w:t>,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 xml:space="preserve"> Parker J. Autyzm. Jak pomóc rodzinie. GWP, Gdańsk, 1999.</w:t>
            </w:r>
          </w:p>
          <w:p w14:paraId="1A068142" w14:textId="7F4843F1" w:rsidR="005F3170" w:rsidRPr="00AA35E8" w:rsidRDefault="005F3170" w:rsidP="008D5FE2">
            <w:pPr>
              <w:pStyle w:val="Nagwek1"/>
              <w:shd w:val="clear" w:color="auto" w:fill="FFFFFF"/>
              <w:spacing w:before="0" w:beforeAutospacing="0" w:after="0" w:afterAutospacing="0" w:line="276" w:lineRule="auto"/>
              <w:rPr>
                <w:b w:val="0"/>
                <w:sz w:val="24"/>
                <w:szCs w:val="24"/>
              </w:rPr>
            </w:pPr>
            <w:r w:rsidRPr="00AA35E8">
              <w:rPr>
                <w:b w:val="0"/>
                <w:sz w:val="24"/>
                <w:szCs w:val="24"/>
              </w:rPr>
              <w:t>Święcicka M. W relacji. Studia z psychologii Klinicznej dziecka 30 lat później. Warszawa, Paradygmat, 2018.</w:t>
            </w:r>
          </w:p>
          <w:p w14:paraId="486E73CE" w14:textId="77777777" w:rsidR="005F3170" w:rsidRPr="00AA35E8" w:rsidRDefault="005F3170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Święcicka M. Metody diagnozy w psychologii klinicznej dziecka i rodziny. Warszawa, Paradygmat, 2011.</w:t>
            </w:r>
          </w:p>
          <w:p w14:paraId="4C59C4C7" w14:textId="205FF808" w:rsidR="005F3170" w:rsidRPr="00AA35E8" w:rsidRDefault="005F3170" w:rsidP="008D5F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35E8">
              <w:rPr>
                <w:rFonts w:ascii="Times New Roman" w:hAnsi="Times New Roman"/>
                <w:sz w:val="24"/>
                <w:szCs w:val="24"/>
              </w:rPr>
              <w:t>Wolańczyk</w:t>
            </w:r>
            <w:r w:rsidR="008D5FE2" w:rsidRPr="00AA35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35E8">
              <w:rPr>
                <w:rFonts w:ascii="Times New Roman" w:hAnsi="Times New Roman"/>
                <w:sz w:val="24"/>
                <w:szCs w:val="24"/>
              </w:rPr>
              <w:t xml:space="preserve">T.,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Kolakowski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 xml:space="preserve"> A., Skotnicka M. Nadpobudliwość psychoruchowa u dzieci.   Wyd. </w:t>
            </w:r>
            <w:proofErr w:type="spellStart"/>
            <w:r w:rsidRPr="00AA35E8">
              <w:rPr>
                <w:rFonts w:ascii="Times New Roman" w:hAnsi="Times New Roman"/>
                <w:sz w:val="24"/>
                <w:szCs w:val="24"/>
              </w:rPr>
              <w:t>BiFolium</w:t>
            </w:r>
            <w:proofErr w:type="spellEnd"/>
            <w:r w:rsidRPr="00AA35E8">
              <w:rPr>
                <w:rFonts w:ascii="Times New Roman" w:hAnsi="Times New Roman"/>
                <w:sz w:val="24"/>
                <w:szCs w:val="24"/>
              </w:rPr>
              <w:t>, Lublin 1999.</w:t>
            </w:r>
          </w:p>
        </w:tc>
      </w:tr>
    </w:tbl>
    <w:p w14:paraId="4282F2F2" w14:textId="77777777" w:rsidR="0085747A" w:rsidRPr="00AA35E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4AF171D" w14:textId="77777777" w:rsidR="0085747A" w:rsidRPr="00AA35E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C168E46" w14:textId="77777777" w:rsidR="0085747A" w:rsidRPr="00AA35E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AA35E8">
        <w:rPr>
          <w:b w:val="0"/>
          <w:smallCaps w:val="0"/>
          <w:szCs w:val="24"/>
        </w:rPr>
        <w:t>Akceptacja Kierownika Jednostki lub osoby upoważnionej</w:t>
      </w:r>
    </w:p>
    <w:sectPr w:rsidR="0085747A" w:rsidRPr="00AA35E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4C34B" w14:textId="77777777" w:rsidR="00DA69A9" w:rsidRDefault="00DA69A9" w:rsidP="00C16ABF">
      <w:pPr>
        <w:spacing w:after="0" w:line="240" w:lineRule="auto"/>
      </w:pPr>
      <w:r>
        <w:separator/>
      </w:r>
    </w:p>
  </w:endnote>
  <w:endnote w:type="continuationSeparator" w:id="0">
    <w:p w14:paraId="26B5CEB2" w14:textId="77777777" w:rsidR="00DA69A9" w:rsidRDefault="00DA69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6414A" w14:textId="77777777" w:rsidR="00DA69A9" w:rsidRDefault="00DA69A9" w:rsidP="00C16ABF">
      <w:pPr>
        <w:spacing w:after="0" w:line="240" w:lineRule="auto"/>
      </w:pPr>
      <w:r>
        <w:separator/>
      </w:r>
    </w:p>
  </w:footnote>
  <w:footnote w:type="continuationSeparator" w:id="0">
    <w:p w14:paraId="55F285A2" w14:textId="77777777" w:rsidR="00DA69A9" w:rsidRDefault="00DA69A9" w:rsidP="00C16ABF">
      <w:pPr>
        <w:spacing w:after="0" w:line="240" w:lineRule="auto"/>
      </w:pPr>
      <w:r>
        <w:continuationSeparator/>
      </w:r>
    </w:p>
  </w:footnote>
  <w:footnote w:id="1">
    <w:p w14:paraId="5EBF4206" w14:textId="7C005C6A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B82010"/>
    <w:multiLevelType w:val="hybridMultilevel"/>
    <w:tmpl w:val="F6DC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0C5"/>
    <w:rsid w:val="00042A51"/>
    <w:rsid w:val="00042D2E"/>
    <w:rsid w:val="00044C82"/>
    <w:rsid w:val="00057B48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210"/>
    <w:rsid w:val="00124BFF"/>
    <w:rsid w:val="0012560E"/>
    <w:rsid w:val="00127108"/>
    <w:rsid w:val="001328D8"/>
    <w:rsid w:val="00134B13"/>
    <w:rsid w:val="00146BC0"/>
    <w:rsid w:val="00153C41"/>
    <w:rsid w:val="00154381"/>
    <w:rsid w:val="001640A7"/>
    <w:rsid w:val="00164FA7"/>
    <w:rsid w:val="00166A03"/>
    <w:rsid w:val="00167217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170E1"/>
    <w:rsid w:val="00221B95"/>
    <w:rsid w:val="0022477D"/>
    <w:rsid w:val="002278A9"/>
    <w:rsid w:val="002336F9"/>
    <w:rsid w:val="0023426F"/>
    <w:rsid w:val="0024028F"/>
    <w:rsid w:val="00244ABC"/>
    <w:rsid w:val="00273E15"/>
    <w:rsid w:val="0027693B"/>
    <w:rsid w:val="00280581"/>
    <w:rsid w:val="00281FF2"/>
    <w:rsid w:val="002857DE"/>
    <w:rsid w:val="00291567"/>
    <w:rsid w:val="002A22BF"/>
    <w:rsid w:val="002A2389"/>
    <w:rsid w:val="002A671D"/>
    <w:rsid w:val="002B40BB"/>
    <w:rsid w:val="002B4D55"/>
    <w:rsid w:val="002B5EA0"/>
    <w:rsid w:val="002B6119"/>
    <w:rsid w:val="002C1F06"/>
    <w:rsid w:val="002D3375"/>
    <w:rsid w:val="002D73D4"/>
    <w:rsid w:val="002F02A3"/>
    <w:rsid w:val="002F2AD0"/>
    <w:rsid w:val="002F4ABE"/>
    <w:rsid w:val="003018BA"/>
    <w:rsid w:val="0030297A"/>
    <w:rsid w:val="0030395F"/>
    <w:rsid w:val="003049AF"/>
    <w:rsid w:val="00305C92"/>
    <w:rsid w:val="003151C5"/>
    <w:rsid w:val="003343CF"/>
    <w:rsid w:val="0033640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3ED"/>
    <w:rsid w:val="00414E3C"/>
    <w:rsid w:val="00414FB1"/>
    <w:rsid w:val="0042244A"/>
    <w:rsid w:val="0042745A"/>
    <w:rsid w:val="00431D5C"/>
    <w:rsid w:val="004362C6"/>
    <w:rsid w:val="00437FA2"/>
    <w:rsid w:val="004400B8"/>
    <w:rsid w:val="004408EF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528"/>
    <w:rsid w:val="004968E2"/>
    <w:rsid w:val="004A1B69"/>
    <w:rsid w:val="004A3EEA"/>
    <w:rsid w:val="004A4D1F"/>
    <w:rsid w:val="004D3BA0"/>
    <w:rsid w:val="004D5282"/>
    <w:rsid w:val="004F1551"/>
    <w:rsid w:val="004F55A3"/>
    <w:rsid w:val="0050496F"/>
    <w:rsid w:val="00513B6F"/>
    <w:rsid w:val="00517C63"/>
    <w:rsid w:val="00526C94"/>
    <w:rsid w:val="005351AB"/>
    <w:rsid w:val="005363C4"/>
    <w:rsid w:val="00536BDE"/>
    <w:rsid w:val="00543ACC"/>
    <w:rsid w:val="0056696D"/>
    <w:rsid w:val="00573EF9"/>
    <w:rsid w:val="0059484D"/>
    <w:rsid w:val="005A0855"/>
    <w:rsid w:val="005A3196"/>
    <w:rsid w:val="005B1E91"/>
    <w:rsid w:val="005C080F"/>
    <w:rsid w:val="005C55E5"/>
    <w:rsid w:val="005C696A"/>
    <w:rsid w:val="005E6E85"/>
    <w:rsid w:val="005F3170"/>
    <w:rsid w:val="005F31D2"/>
    <w:rsid w:val="0061029B"/>
    <w:rsid w:val="0061185E"/>
    <w:rsid w:val="00612AE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46A"/>
    <w:rsid w:val="006B6B58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3C27"/>
    <w:rsid w:val="00724677"/>
    <w:rsid w:val="00725459"/>
    <w:rsid w:val="007327BD"/>
    <w:rsid w:val="007342A4"/>
    <w:rsid w:val="00734608"/>
    <w:rsid w:val="00737B0D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9375A"/>
    <w:rsid w:val="007A4022"/>
    <w:rsid w:val="007A6E6E"/>
    <w:rsid w:val="007C3299"/>
    <w:rsid w:val="007C3BCC"/>
    <w:rsid w:val="007C4546"/>
    <w:rsid w:val="007D628A"/>
    <w:rsid w:val="007D6E56"/>
    <w:rsid w:val="007E67E9"/>
    <w:rsid w:val="007F1652"/>
    <w:rsid w:val="007F4155"/>
    <w:rsid w:val="0081554D"/>
    <w:rsid w:val="0081707E"/>
    <w:rsid w:val="00817814"/>
    <w:rsid w:val="008449B3"/>
    <w:rsid w:val="0085747A"/>
    <w:rsid w:val="0086305F"/>
    <w:rsid w:val="00884921"/>
    <w:rsid w:val="00884922"/>
    <w:rsid w:val="00884B8A"/>
    <w:rsid w:val="00885F64"/>
    <w:rsid w:val="008917F9"/>
    <w:rsid w:val="00891E5C"/>
    <w:rsid w:val="008A45F7"/>
    <w:rsid w:val="008B43D7"/>
    <w:rsid w:val="008C0CC0"/>
    <w:rsid w:val="008C19A9"/>
    <w:rsid w:val="008C379D"/>
    <w:rsid w:val="008C5147"/>
    <w:rsid w:val="008C5359"/>
    <w:rsid w:val="008C5363"/>
    <w:rsid w:val="008D225C"/>
    <w:rsid w:val="008D3DFB"/>
    <w:rsid w:val="008D5FE2"/>
    <w:rsid w:val="008E64F4"/>
    <w:rsid w:val="008F12C9"/>
    <w:rsid w:val="008F5CC6"/>
    <w:rsid w:val="008F6E29"/>
    <w:rsid w:val="0091077D"/>
    <w:rsid w:val="00916188"/>
    <w:rsid w:val="00923D7D"/>
    <w:rsid w:val="00941CE6"/>
    <w:rsid w:val="009508DF"/>
    <w:rsid w:val="00950DAC"/>
    <w:rsid w:val="009518CA"/>
    <w:rsid w:val="00954A07"/>
    <w:rsid w:val="00956799"/>
    <w:rsid w:val="00973301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35E8"/>
    <w:rsid w:val="00AB053C"/>
    <w:rsid w:val="00AB3200"/>
    <w:rsid w:val="00AB5CA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422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3E7"/>
    <w:rsid w:val="00B90885"/>
    <w:rsid w:val="00BB0CCA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5755"/>
    <w:rsid w:val="00C26CB7"/>
    <w:rsid w:val="00C324C1"/>
    <w:rsid w:val="00C3556D"/>
    <w:rsid w:val="00C35A7C"/>
    <w:rsid w:val="00C36992"/>
    <w:rsid w:val="00C44720"/>
    <w:rsid w:val="00C56036"/>
    <w:rsid w:val="00C61DC5"/>
    <w:rsid w:val="00C67E92"/>
    <w:rsid w:val="00C70A26"/>
    <w:rsid w:val="00C74DBB"/>
    <w:rsid w:val="00C766DF"/>
    <w:rsid w:val="00C77B57"/>
    <w:rsid w:val="00C94B98"/>
    <w:rsid w:val="00CA2B96"/>
    <w:rsid w:val="00CA5089"/>
    <w:rsid w:val="00CA773C"/>
    <w:rsid w:val="00CB42CB"/>
    <w:rsid w:val="00CD6897"/>
    <w:rsid w:val="00CE5BAC"/>
    <w:rsid w:val="00CF0700"/>
    <w:rsid w:val="00CF25BE"/>
    <w:rsid w:val="00CF52F3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3E24"/>
    <w:rsid w:val="00DA4EBE"/>
    <w:rsid w:val="00DA69A9"/>
    <w:rsid w:val="00DC664A"/>
    <w:rsid w:val="00DE09C0"/>
    <w:rsid w:val="00DE4A14"/>
    <w:rsid w:val="00DE4EA2"/>
    <w:rsid w:val="00DF320D"/>
    <w:rsid w:val="00DF71C8"/>
    <w:rsid w:val="00E129B8"/>
    <w:rsid w:val="00E21E7D"/>
    <w:rsid w:val="00E22FBC"/>
    <w:rsid w:val="00E24BF5"/>
    <w:rsid w:val="00E25338"/>
    <w:rsid w:val="00E33873"/>
    <w:rsid w:val="00E36A6C"/>
    <w:rsid w:val="00E51E44"/>
    <w:rsid w:val="00E56BF3"/>
    <w:rsid w:val="00E63348"/>
    <w:rsid w:val="00E7532C"/>
    <w:rsid w:val="00E75CA0"/>
    <w:rsid w:val="00E76F19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EF5493"/>
    <w:rsid w:val="00F070AB"/>
    <w:rsid w:val="00F17567"/>
    <w:rsid w:val="00F2441E"/>
    <w:rsid w:val="00F27A7B"/>
    <w:rsid w:val="00F3075E"/>
    <w:rsid w:val="00F526AF"/>
    <w:rsid w:val="00F617C3"/>
    <w:rsid w:val="00F7066B"/>
    <w:rsid w:val="00F75857"/>
    <w:rsid w:val="00F83B28"/>
    <w:rsid w:val="00FA37A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4CF8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F31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F3170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5797-98C7-4E7D-814B-80E23A683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1347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2021-01-11T13:48:00Z</dcterms:created>
  <dcterms:modified xsi:type="dcterms:W3CDTF">2021-01-11T13:49:00Z</dcterms:modified>
</cp:coreProperties>
</file>